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9931A" w14:textId="3D075A22" w:rsidR="00C42D39" w:rsidRPr="00D9077C" w:rsidRDefault="00596274" w:rsidP="00E368E4">
      <w:pPr>
        <w:tabs>
          <w:tab w:val="left" w:pos="2025"/>
          <w:tab w:val="center" w:pos="4557"/>
        </w:tabs>
        <w:spacing w:before="60" w:after="60"/>
        <w:jc w:val="right"/>
        <w:outlineLvl w:val="0"/>
        <w:rPr>
          <w:rFonts w:ascii="Arial" w:hAnsi="Arial"/>
          <w:b/>
          <w:caps/>
          <w:sz w:val="72"/>
        </w:rPr>
      </w:pPr>
      <w:r w:rsidRPr="00D9077C">
        <w:rPr>
          <w:rFonts w:ascii="Arial" w:hAnsi="Arial"/>
          <w:b/>
          <w:caps/>
          <w:sz w:val="72"/>
        </w:rPr>
        <w:tab/>
      </w:r>
      <w:r w:rsidR="00E368E4">
        <w:rPr>
          <w:rFonts w:ascii="Arial" w:hAnsi="Arial"/>
          <w:b/>
          <w:caps/>
          <w:noProof/>
          <w:sz w:val="72"/>
        </w:rPr>
        <w:drawing>
          <wp:inline distT="0" distB="0" distL="0" distR="0" wp14:anchorId="7B352767" wp14:editId="21B87904">
            <wp:extent cx="932815" cy="1139825"/>
            <wp:effectExtent l="0" t="0" r="635" b="3175"/>
            <wp:docPr id="82399297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9077C">
        <w:rPr>
          <w:rFonts w:ascii="Arial" w:hAnsi="Arial"/>
          <w:b/>
          <w:caps/>
          <w:sz w:val="72"/>
        </w:rPr>
        <w:tab/>
      </w:r>
    </w:p>
    <w:p w14:paraId="702D064A" w14:textId="77777777" w:rsidR="00A13460" w:rsidRPr="00D9077C" w:rsidRDefault="00A13460" w:rsidP="005E022A">
      <w:pPr>
        <w:tabs>
          <w:tab w:val="left" w:pos="2025"/>
          <w:tab w:val="center" w:pos="4557"/>
        </w:tabs>
        <w:spacing w:before="60" w:after="60"/>
        <w:outlineLvl w:val="0"/>
        <w:rPr>
          <w:sz w:val="40"/>
          <w:szCs w:val="40"/>
        </w:rPr>
      </w:pPr>
    </w:p>
    <w:p w14:paraId="671E6A00" w14:textId="77777777" w:rsidR="008C6814" w:rsidRDefault="008C6814" w:rsidP="00585B72">
      <w:pPr>
        <w:spacing w:before="60" w:after="60"/>
        <w:ind w:left="142" w:hanging="142"/>
        <w:jc w:val="right"/>
        <w:rPr>
          <w:rFonts w:asciiTheme="minorHAnsi" w:hAnsiTheme="minorHAnsi" w:cstheme="minorHAnsi"/>
          <w:b/>
          <w:caps/>
          <w:sz w:val="60"/>
          <w:szCs w:val="60"/>
        </w:rPr>
      </w:pPr>
    </w:p>
    <w:p w14:paraId="7027D884" w14:textId="27EA6B2D" w:rsidR="00585B72" w:rsidRPr="00117FAD" w:rsidRDefault="00585B72" w:rsidP="00E368E4">
      <w:pPr>
        <w:spacing w:before="60" w:after="60"/>
        <w:ind w:left="142" w:hanging="142"/>
        <w:rPr>
          <w:rFonts w:asciiTheme="minorHAnsi" w:hAnsiTheme="minorHAnsi" w:cstheme="minorHAnsi"/>
          <w:b/>
          <w:caps/>
          <w:sz w:val="60"/>
          <w:szCs w:val="60"/>
        </w:rPr>
      </w:pPr>
      <w:r w:rsidRPr="00117FAD">
        <w:rPr>
          <w:rFonts w:asciiTheme="minorHAnsi" w:hAnsiTheme="minorHAnsi" w:cstheme="minorHAnsi"/>
          <w:b/>
          <w:caps/>
          <w:sz w:val="60"/>
          <w:szCs w:val="60"/>
        </w:rPr>
        <w:t xml:space="preserve">Změna č. 3 </w:t>
      </w:r>
    </w:p>
    <w:p w14:paraId="43AA3A89" w14:textId="77777777" w:rsidR="00585B72" w:rsidRPr="00117FAD" w:rsidRDefault="00585B72" w:rsidP="00E368E4">
      <w:pPr>
        <w:spacing w:before="60" w:after="60"/>
        <w:ind w:left="142" w:hanging="142"/>
        <w:rPr>
          <w:rFonts w:asciiTheme="minorHAnsi" w:hAnsiTheme="minorHAnsi" w:cstheme="minorHAnsi"/>
          <w:b/>
          <w:caps/>
          <w:sz w:val="60"/>
          <w:szCs w:val="60"/>
        </w:rPr>
      </w:pPr>
      <w:r w:rsidRPr="00117FAD">
        <w:rPr>
          <w:rFonts w:asciiTheme="minorHAnsi" w:hAnsiTheme="minorHAnsi" w:cstheme="minorHAnsi"/>
          <w:b/>
          <w:caps/>
          <w:sz w:val="60"/>
          <w:szCs w:val="60"/>
        </w:rPr>
        <w:t xml:space="preserve">územního plánu </w:t>
      </w:r>
    </w:p>
    <w:p w14:paraId="749479E6" w14:textId="6A2FFBCD" w:rsidR="00585B72" w:rsidRPr="00117FAD" w:rsidRDefault="00E368E4" w:rsidP="00E368E4">
      <w:pPr>
        <w:spacing w:before="60" w:after="60"/>
        <w:ind w:left="142" w:hanging="142"/>
        <w:rPr>
          <w:rFonts w:asciiTheme="minorHAnsi" w:hAnsiTheme="minorHAnsi" w:cstheme="minorHAnsi"/>
          <w:b/>
          <w:caps/>
          <w:sz w:val="60"/>
          <w:szCs w:val="60"/>
        </w:rPr>
      </w:pPr>
      <w:r>
        <w:rPr>
          <w:rFonts w:asciiTheme="minorHAnsi" w:hAnsiTheme="minorHAnsi" w:cstheme="minorHAnsi"/>
          <w:b/>
          <w:caps/>
          <w:sz w:val="60"/>
          <w:szCs w:val="60"/>
        </w:rPr>
        <w:t>KAČICE</w:t>
      </w:r>
    </w:p>
    <w:p w14:paraId="4BFCC3C9" w14:textId="569DC504" w:rsidR="00585B72" w:rsidRDefault="008B5DB1" w:rsidP="00E368E4">
      <w:pPr>
        <w:spacing w:before="60" w:after="60"/>
        <w:outlineLvl w:val="0"/>
        <w:rPr>
          <w:rFonts w:ascii="Arial" w:hAnsi="Arial"/>
          <w:sz w:val="36"/>
          <w:szCs w:val="24"/>
        </w:rPr>
      </w:pPr>
      <w:bookmarkStart w:id="0" w:name="_Toc160700016"/>
      <w:r>
        <w:rPr>
          <w:rFonts w:ascii="Arial" w:hAnsi="Arial"/>
          <w:sz w:val="36"/>
          <w:szCs w:val="24"/>
        </w:rPr>
        <w:t>SROVNÁVACÍ TEXT</w:t>
      </w:r>
      <w:bookmarkEnd w:id="0"/>
    </w:p>
    <w:p w14:paraId="64ED67F6" w14:textId="617898E0" w:rsidR="008B5DB1" w:rsidRPr="008B5DB1" w:rsidRDefault="008B5DB1" w:rsidP="00E368E4">
      <w:pPr>
        <w:spacing w:before="60" w:after="60"/>
        <w:outlineLvl w:val="0"/>
        <w:rPr>
          <w:rFonts w:asciiTheme="minorHAnsi" w:hAnsiTheme="minorHAnsi" w:cstheme="minorHAnsi"/>
          <w:b/>
          <w:sz w:val="28"/>
          <w:szCs w:val="28"/>
        </w:rPr>
      </w:pPr>
      <w:bookmarkStart w:id="1" w:name="_Toc160700017"/>
      <w:r>
        <w:rPr>
          <w:rFonts w:asciiTheme="minorHAnsi" w:hAnsiTheme="minorHAnsi" w:cstheme="minorHAnsi"/>
          <w:b/>
          <w:sz w:val="28"/>
          <w:szCs w:val="28"/>
        </w:rPr>
        <w:t>(</w:t>
      </w:r>
      <w:r w:rsidRPr="008B5DB1">
        <w:rPr>
          <w:rFonts w:asciiTheme="minorHAnsi" w:hAnsiTheme="minorHAnsi" w:cstheme="minorHAnsi"/>
          <w:b/>
          <w:sz w:val="28"/>
          <w:szCs w:val="28"/>
        </w:rPr>
        <w:t>PŘÍLOHA ODŮVODNĚNÍ)</w:t>
      </w:r>
      <w:bookmarkEnd w:id="1"/>
    </w:p>
    <w:p w14:paraId="4C8FEF97" w14:textId="12257E3E" w:rsidR="00844D34" w:rsidRDefault="00844D34" w:rsidP="005E022A">
      <w:pPr>
        <w:tabs>
          <w:tab w:val="left" w:pos="2025"/>
          <w:tab w:val="center" w:pos="4557"/>
        </w:tabs>
        <w:spacing w:before="60" w:after="60"/>
        <w:outlineLvl w:val="0"/>
        <w:rPr>
          <w:sz w:val="24"/>
          <w:szCs w:val="24"/>
        </w:rPr>
      </w:pPr>
    </w:p>
    <w:p w14:paraId="1876C768" w14:textId="77777777" w:rsidR="008B5DB1" w:rsidRPr="00D9077C" w:rsidRDefault="008B5DB1" w:rsidP="005E022A">
      <w:pPr>
        <w:tabs>
          <w:tab w:val="left" w:pos="2025"/>
          <w:tab w:val="center" w:pos="4557"/>
        </w:tabs>
        <w:spacing w:before="60" w:after="60"/>
        <w:outlineLvl w:val="0"/>
        <w:rPr>
          <w:sz w:val="24"/>
          <w:szCs w:val="24"/>
        </w:rPr>
      </w:pPr>
    </w:p>
    <w:p w14:paraId="78C32A16" w14:textId="77777777" w:rsidR="00585B72" w:rsidRDefault="00585B72" w:rsidP="005E022A">
      <w:pPr>
        <w:spacing w:before="60" w:after="60"/>
        <w:rPr>
          <w:rFonts w:cs="Calibri"/>
          <w:sz w:val="20"/>
        </w:rPr>
      </w:pPr>
    </w:p>
    <w:p w14:paraId="0E27C8AC" w14:textId="77777777" w:rsidR="00680571" w:rsidRDefault="00680571" w:rsidP="005E022A">
      <w:pPr>
        <w:spacing w:before="60" w:after="60"/>
        <w:rPr>
          <w:rFonts w:cs="Calibri"/>
          <w:sz w:val="20"/>
        </w:rPr>
      </w:pPr>
    </w:p>
    <w:p w14:paraId="4487F29B" w14:textId="77777777" w:rsidR="008B5DB1" w:rsidRDefault="008B5DB1" w:rsidP="005E022A">
      <w:pPr>
        <w:spacing w:before="60" w:after="60"/>
        <w:rPr>
          <w:rFonts w:cs="Calibri"/>
          <w:sz w:val="20"/>
        </w:rPr>
      </w:pPr>
    </w:p>
    <w:p w14:paraId="44A29B2A" w14:textId="77777777" w:rsidR="00F92591" w:rsidRPr="00D9077C" w:rsidRDefault="00F92591" w:rsidP="005E022A">
      <w:pPr>
        <w:spacing w:before="60" w:after="60"/>
        <w:rPr>
          <w:rFonts w:cs="Calibri"/>
          <w:sz w:val="20"/>
        </w:rPr>
      </w:pPr>
    </w:p>
    <w:p w14:paraId="7211F2A9" w14:textId="77777777" w:rsidR="005637FA" w:rsidRDefault="005637FA" w:rsidP="005E022A">
      <w:pPr>
        <w:spacing w:before="60" w:after="60"/>
        <w:rPr>
          <w:rFonts w:cs="Calibri"/>
          <w:sz w:val="20"/>
        </w:rPr>
      </w:pPr>
    </w:p>
    <w:p w14:paraId="05CCAC36" w14:textId="77777777" w:rsidR="005637FA" w:rsidRDefault="005637FA" w:rsidP="005E022A">
      <w:pPr>
        <w:spacing w:before="60" w:after="60"/>
        <w:rPr>
          <w:rFonts w:cs="Calibri"/>
          <w:sz w:val="20"/>
        </w:rPr>
      </w:pPr>
    </w:p>
    <w:p w14:paraId="06B0FB66" w14:textId="77777777" w:rsidR="005637FA" w:rsidRDefault="005637FA" w:rsidP="005E022A">
      <w:pPr>
        <w:spacing w:before="60" w:after="60"/>
        <w:rPr>
          <w:rFonts w:cs="Calibri"/>
          <w:sz w:val="20"/>
        </w:rPr>
      </w:pPr>
    </w:p>
    <w:p w14:paraId="2C08EA67" w14:textId="77777777" w:rsidR="00691665" w:rsidRDefault="00691665" w:rsidP="005E022A">
      <w:pPr>
        <w:spacing w:before="60" w:after="60"/>
        <w:rPr>
          <w:rFonts w:cs="Calibri"/>
          <w:sz w:val="20"/>
        </w:rPr>
      </w:pPr>
    </w:p>
    <w:p w14:paraId="4D3F57D3" w14:textId="77777777" w:rsidR="005637FA" w:rsidRDefault="005637FA" w:rsidP="005E022A">
      <w:pPr>
        <w:spacing w:before="60" w:after="60"/>
        <w:rPr>
          <w:rFonts w:cs="Calibri"/>
          <w:sz w:val="20"/>
        </w:rPr>
      </w:pPr>
    </w:p>
    <w:p w14:paraId="4FCEAEC5" w14:textId="274A1D9E" w:rsidR="00691665" w:rsidRPr="00691665" w:rsidRDefault="00691665" w:rsidP="00691665">
      <w:pPr>
        <w:spacing w:after="60"/>
        <w:jc w:val="both"/>
        <w:rPr>
          <w:rFonts w:asciiTheme="majorHAnsi" w:hAnsiTheme="majorHAnsi" w:cstheme="majorHAnsi"/>
          <w:b/>
          <w:bCs/>
          <w:caps/>
          <w:spacing w:val="20"/>
          <w:sz w:val="24"/>
          <w:szCs w:val="24"/>
        </w:rPr>
      </w:pPr>
      <w:r w:rsidRPr="005150E4">
        <w:rPr>
          <w:rFonts w:asciiTheme="majorHAnsi" w:hAnsiTheme="majorHAnsi" w:cstheme="majorHAnsi"/>
          <w:b/>
          <w:bCs/>
          <w:spacing w:val="20"/>
          <w:sz w:val="24"/>
          <w:szCs w:val="24"/>
        </w:rPr>
        <w:t>Srovnávací text je shodný s text</w:t>
      </w:r>
      <w:r w:rsidR="001647AB">
        <w:rPr>
          <w:rFonts w:asciiTheme="majorHAnsi" w:hAnsiTheme="majorHAnsi" w:cstheme="majorHAnsi"/>
          <w:b/>
          <w:bCs/>
          <w:spacing w:val="20"/>
          <w:sz w:val="24"/>
          <w:szCs w:val="24"/>
        </w:rPr>
        <w:t>ovou</w:t>
      </w:r>
      <w:r w:rsidRPr="005150E4">
        <w:rPr>
          <w:rFonts w:asciiTheme="majorHAnsi" w:hAnsiTheme="majorHAnsi" w:cstheme="majorHAnsi"/>
          <w:b/>
          <w:bCs/>
          <w:spacing w:val="20"/>
          <w:sz w:val="24"/>
          <w:szCs w:val="24"/>
        </w:rPr>
        <w:t xml:space="preserve"> část</w:t>
      </w:r>
      <w:r w:rsidR="001647AB">
        <w:rPr>
          <w:rFonts w:asciiTheme="majorHAnsi" w:hAnsiTheme="majorHAnsi" w:cstheme="majorHAnsi"/>
          <w:b/>
          <w:bCs/>
          <w:spacing w:val="20"/>
          <w:sz w:val="24"/>
          <w:szCs w:val="24"/>
        </w:rPr>
        <w:t>í</w:t>
      </w:r>
      <w:r w:rsidRPr="005150E4">
        <w:rPr>
          <w:rFonts w:asciiTheme="majorHAnsi" w:hAnsiTheme="majorHAnsi" w:cstheme="majorHAnsi"/>
          <w:b/>
          <w:bCs/>
          <w:spacing w:val="20"/>
          <w:sz w:val="24"/>
          <w:szCs w:val="24"/>
        </w:rPr>
        <w:t xml:space="preserve"> změny č. 3 </w:t>
      </w:r>
      <w:r w:rsidR="00C45D10">
        <w:rPr>
          <w:rFonts w:asciiTheme="majorHAnsi" w:hAnsiTheme="majorHAnsi" w:cstheme="majorHAnsi"/>
          <w:b/>
          <w:bCs/>
          <w:spacing w:val="20"/>
          <w:sz w:val="24"/>
          <w:szCs w:val="24"/>
        </w:rPr>
        <w:t>Ú</w:t>
      </w:r>
      <w:r w:rsidRPr="005150E4">
        <w:rPr>
          <w:rFonts w:asciiTheme="majorHAnsi" w:hAnsiTheme="majorHAnsi" w:cstheme="majorHAnsi"/>
          <w:b/>
          <w:bCs/>
          <w:spacing w:val="20"/>
          <w:sz w:val="24"/>
          <w:szCs w:val="24"/>
        </w:rPr>
        <w:t xml:space="preserve">zemního plánu </w:t>
      </w:r>
      <w:r w:rsidR="001647AB">
        <w:rPr>
          <w:rFonts w:asciiTheme="majorHAnsi" w:hAnsiTheme="majorHAnsi" w:cstheme="majorHAnsi"/>
          <w:b/>
          <w:bCs/>
          <w:spacing w:val="20"/>
          <w:sz w:val="24"/>
          <w:szCs w:val="24"/>
        </w:rPr>
        <w:t>Kačice;</w:t>
      </w:r>
      <w:r w:rsidRPr="005150E4">
        <w:rPr>
          <w:rFonts w:asciiTheme="majorHAnsi" w:hAnsiTheme="majorHAnsi" w:cstheme="majorHAnsi"/>
          <w:b/>
          <w:bCs/>
          <w:spacing w:val="20"/>
          <w:sz w:val="24"/>
          <w:szCs w:val="24"/>
        </w:rPr>
        <w:t xml:space="preserve"> změny v textu jsou barevně vyznačeny, a proto není uveden v této příloze textu odůvodnění.</w:t>
      </w:r>
    </w:p>
    <w:p w14:paraId="6818EE6A" w14:textId="77777777" w:rsidR="005637FA" w:rsidRDefault="005637FA" w:rsidP="005E022A">
      <w:pPr>
        <w:spacing w:before="60" w:after="60"/>
        <w:rPr>
          <w:rFonts w:cs="Calibri"/>
          <w:sz w:val="20"/>
        </w:rPr>
      </w:pPr>
    </w:p>
    <w:p w14:paraId="73782FEA" w14:textId="77777777" w:rsidR="005637FA" w:rsidRDefault="005637FA" w:rsidP="005E022A">
      <w:pPr>
        <w:spacing w:before="60" w:after="60"/>
        <w:rPr>
          <w:rFonts w:cs="Calibri"/>
          <w:sz w:val="20"/>
        </w:rPr>
      </w:pPr>
    </w:p>
    <w:p w14:paraId="55685C1A" w14:textId="4B9FE9A5" w:rsidR="00F92591" w:rsidRDefault="00680571" w:rsidP="00F92591">
      <w:pPr>
        <w:tabs>
          <w:tab w:val="left" w:pos="1418"/>
          <w:tab w:val="left" w:pos="2268"/>
        </w:tabs>
        <w:spacing w:before="60" w:after="60"/>
        <w:jc w:val="right"/>
        <w:rPr>
          <w:rFonts w:cs="Calibri"/>
          <w:szCs w:val="22"/>
        </w:rPr>
      </w:pPr>
      <w:r>
        <w:rPr>
          <w:rFonts w:cs="Calibri"/>
          <w:szCs w:val="22"/>
        </w:rPr>
        <w:t>10</w:t>
      </w:r>
      <w:r w:rsidR="00F92591" w:rsidRPr="005637FA">
        <w:rPr>
          <w:rFonts w:cs="Calibri"/>
          <w:szCs w:val="22"/>
        </w:rPr>
        <w:t>/2024</w:t>
      </w:r>
    </w:p>
    <w:sectPr w:rsidR="00F92591" w:rsidSect="0097167D">
      <w:type w:val="continuous"/>
      <w:pgSz w:w="11906" w:h="16838"/>
      <w:pgMar w:top="1440" w:right="992" w:bottom="1440" w:left="179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B2B9B" w14:textId="77777777" w:rsidR="00D63885" w:rsidRDefault="00D63885">
      <w:r>
        <w:separator/>
      </w:r>
    </w:p>
  </w:endnote>
  <w:endnote w:type="continuationSeparator" w:id="0">
    <w:p w14:paraId="39C9847A" w14:textId="77777777" w:rsidR="00D63885" w:rsidRDefault="00D6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6DB96" w14:textId="77777777" w:rsidR="00D63885" w:rsidRDefault="00D63885">
      <w:r>
        <w:separator/>
      </w:r>
    </w:p>
  </w:footnote>
  <w:footnote w:type="continuationSeparator" w:id="0">
    <w:p w14:paraId="77F21438" w14:textId="77777777" w:rsidR="00D63885" w:rsidRDefault="00D63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3492"/>
    <w:multiLevelType w:val="hybridMultilevel"/>
    <w:tmpl w:val="5EDC8042"/>
    <w:lvl w:ilvl="0" w:tplc="08481252">
      <w:start w:val="1"/>
      <w:numFmt w:val="bullet"/>
      <w:lvlText w:val=""/>
      <w:lvlJc w:val="left"/>
    </w:lvl>
    <w:lvl w:ilvl="1" w:tplc="28B4FD5E">
      <w:start w:val="15"/>
      <w:numFmt w:val="lowerLetter"/>
      <w:lvlText w:val="%2"/>
      <w:lvlJc w:val="left"/>
    </w:lvl>
    <w:lvl w:ilvl="2" w:tplc="88E65CEC">
      <w:numFmt w:val="decimal"/>
      <w:lvlText w:val=""/>
      <w:lvlJc w:val="left"/>
    </w:lvl>
    <w:lvl w:ilvl="3" w:tplc="4524D46A">
      <w:numFmt w:val="decimal"/>
      <w:lvlText w:val=""/>
      <w:lvlJc w:val="left"/>
    </w:lvl>
    <w:lvl w:ilvl="4" w:tplc="6B7E2D88">
      <w:numFmt w:val="decimal"/>
      <w:lvlText w:val=""/>
      <w:lvlJc w:val="left"/>
    </w:lvl>
    <w:lvl w:ilvl="5" w:tplc="0DF00406">
      <w:numFmt w:val="decimal"/>
      <w:lvlText w:val=""/>
      <w:lvlJc w:val="left"/>
    </w:lvl>
    <w:lvl w:ilvl="6" w:tplc="A30A50AA">
      <w:numFmt w:val="decimal"/>
      <w:lvlText w:val=""/>
      <w:lvlJc w:val="left"/>
    </w:lvl>
    <w:lvl w:ilvl="7" w:tplc="162CF6A8">
      <w:numFmt w:val="decimal"/>
      <w:lvlText w:val=""/>
      <w:lvlJc w:val="left"/>
    </w:lvl>
    <w:lvl w:ilvl="8" w:tplc="16342EFC">
      <w:numFmt w:val="decimal"/>
      <w:lvlText w:val=""/>
      <w:lvlJc w:val="left"/>
    </w:lvl>
  </w:abstractNum>
  <w:abstractNum w:abstractNumId="1" w15:restartNumberingAfterBreak="0">
    <w:nsid w:val="04B70A65"/>
    <w:multiLevelType w:val="hybridMultilevel"/>
    <w:tmpl w:val="ED2C2EFE"/>
    <w:lvl w:ilvl="0" w:tplc="04050003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7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922" w:hanging="180"/>
      </w:pPr>
    </w:lvl>
    <w:lvl w:ilvl="3" w:tplc="FFFFFFFF" w:tentative="1">
      <w:start w:val="1"/>
      <w:numFmt w:val="decimal"/>
      <w:lvlText w:val="%4."/>
      <w:lvlJc w:val="left"/>
      <w:pPr>
        <w:ind w:left="3642" w:hanging="360"/>
      </w:pPr>
    </w:lvl>
    <w:lvl w:ilvl="4" w:tplc="FFFFFFFF" w:tentative="1">
      <w:start w:val="1"/>
      <w:numFmt w:val="lowerLetter"/>
      <w:lvlText w:val="%5."/>
      <w:lvlJc w:val="left"/>
      <w:pPr>
        <w:ind w:left="4362" w:hanging="360"/>
      </w:pPr>
    </w:lvl>
    <w:lvl w:ilvl="5" w:tplc="FFFFFFFF" w:tentative="1">
      <w:start w:val="1"/>
      <w:numFmt w:val="lowerRoman"/>
      <w:lvlText w:val="%6."/>
      <w:lvlJc w:val="right"/>
      <w:pPr>
        <w:ind w:left="5082" w:hanging="180"/>
      </w:pPr>
    </w:lvl>
    <w:lvl w:ilvl="6" w:tplc="FFFFFFFF" w:tentative="1">
      <w:start w:val="1"/>
      <w:numFmt w:val="decimal"/>
      <w:lvlText w:val="%7."/>
      <w:lvlJc w:val="left"/>
      <w:pPr>
        <w:ind w:left="5802" w:hanging="360"/>
      </w:pPr>
    </w:lvl>
    <w:lvl w:ilvl="7" w:tplc="FFFFFFFF" w:tentative="1">
      <w:start w:val="1"/>
      <w:numFmt w:val="lowerLetter"/>
      <w:lvlText w:val="%8."/>
      <w:lvlJc w:val="left"/>
      <w:pPr>
        <w:ind w:left="6522" w:hanging="360"/>
      </w:pPr>
    </w:lvl>
    <w:lvl w:ilvl="8" w:tplc="FFFFFFFF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2" w15:restartNumberingAfterBreak="0">
    <w:nsid w:val="05070A66"/>
    <w:multiLevelType w:val="hybridMultilevel"/>
    <w:tmpl w:val="A1B414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C25AC"/>
    <w:multiLevelType w:val="hybridMultilevel"/>
    <w:tmpl w:val="DC900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E1836"/>
    <w:multiLevelType w:val="hybridMultilevel"/>
    <w:tmpl w:val="66705D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B5EEC"/>
    <w:multiLevelType w:val="hybridMultilevel"/>
    <w:tmpl w:val="1C98513A"/>
    <w:lvl w:ilvl="0" w:tplc="6A86FE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E73B3E"/>
    <w:multiLevelType w:val="hybridMultilevel"/>
    <w:tmpl w:val="AF8E619E"/>
    <w:lvl w:ilvl="0" w:tplc="C8004C04">
      <w:start w:val="4"/>
      <w:numFmt w:val="decimal"/>
      <w:lvlText w:val="%1."/>
      <w:lvlJc w:val="left"/>
      <w:pPr>
        <w:ind w:left="1287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DFD6301"/>
    <w:multiLevelType w:val="hybridMultilevel"/>
    <w:tmpl w:val="BC2C915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DFE0D4C"/>
    <w:multiLevelType w:val="hybridMultilevel"/>
    <w:tmpl w:val="BA82BCA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EBA328D"/>
    <w:multiLevelType w:val="hybridMultilevel"/>
    <w:tmpl w:val="95820C36"/>
    <w:lvl w:ilvl="0" w:tplc="0AD610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DDD280D2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EB7011"/>
    <w:multiLevelType w:val="multilevel"/>
    <w:tmpl w:val="D9BE108E"/>
    <w:lvl w:ilvl="0">
      <w:start w:val="1"/>
      <w:numFmt w:val="upperLetter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41C2DFB"/>
    <w:multiLevelType w:val="singleLevel"/>
    <w:tmpl w:val="5DC4BCCC"/>
    <w:lvl w:ilvl="0">
      <w:start w:val="1"/>
      <w:numFmt w:val="bullet"/>
      <w:lvlText w:val=""/>
      <w:lvlJc w:val="left"/>
      <w:pPr>
        <w:tabs>
          <w:tab w:val="num" w:pos="473"/>
        </w:tabs>
        <w:ind w:left="360" w:hanging="247"/>
      </w:pPr>
      <w:rPr>
        <w:rFonts w:ascii="Wingdings" w:hAnsi="Wingdings" w:hint="default"/>
        <w:sz w:val="20"/>
      </w:rPr>
    </w:lvl>
  </w:abstractNum>
  <w:abstractNum w:abstractNumId="12" w15:restartNumberingAfterBreak="0">
    <w:nsid w:val="15FE6776"/>
    <w:multiLevelType w:val="hybridMultilevel"/>
    <w:tmpl w:val="E3163F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80B1BFC"/>
    <w:multiLevelType w:val="hybridMultilevel"/>
    <w:tmpl w:val="9C109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383501"/>
    <w:multiLevelType w:val="hybridMultilevel"/>
    <w:tmpl w:val="446E8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040DCF"/>
    <w:multiLevelType w:val="hybridMultilevel"/>
    <w:tmpl w:val="E3163F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BDC6AF9"/>
    <w:multiLevelType w:val="hybridMultilevel"/>
    <w:tmpl w:val="9620B3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865F6"/>
    <w:multiLevelType w:val="hybridMultilevel"/>
    <w:tmpl w:val="D13204AC"/>
    <w:lvl w:ilvl="0" w:tplc="D940F4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D43079"/>
    <w:multiLevelType w:val="hybridMultilevel"/>
    <w:tmpl w:val="A1B414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BC633F"/>
    <w:multiLevelType w:val="hybridMultilevel"/>
    <w:tmpl w:val="61963546"/>
    <w:lvl w:ilvl="0" w:tplc="0405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0" w15:restartNumberingAfterBreak="0">
    <w:nsid w:val="20FA4903"/>
    <w:multiLevelType w:val="hybridMultilevel"/>
    <w:tmpl w:val="FDC405C6"/>
    <w:lvl w:ilvl="0" w:tplc="EDD0CC62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D44220"/>
    <w:multiLevelType w:val="hybridMultilevel"/>
    <w:tmpl w:val="FCDC07A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4033B1B"/>
    <w:multiLevelType w:val="hybridMultilevel"/>
    <w:tmpl w:val="81CE58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6111545"/>
    <w:multiLevelType w:val="hybridMultilevel"/>
    <w:tmpl w:val="FA589CAA"/>
    <w:lvl w:ilvl="0" w:tplc="D12E58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B90AEB"/>
    <w:multiLevelType w:val="hybridMultilevel"/>
    <w:tmpl w:val="A3BCE30C"/>
    <w:lvl w:ilvl="0" w:tplc="C0B6A0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AE2231"/>
    <w:multiLevelType w:val="hybridMultilevel"/>
    <w:tmpl w:val="761C995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2A3C71C8"/>
    <w:multiLevelType w:val="hybridMultilevel"/>
    <w:tmpl w:val="585C2008"/>
    <w:lvl w:ilvl="0" w:tplc="25E2919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2F5A573A"/>
    <w:multiLevelType w:val="hybridMultilevel"/>
    <w:tmpl w:val="2AC63D52"/>
    <w:lvl w:ilvl="0" w:tplc="B248F776">
      <w:start w:val="3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7" w:hanging="360"/>
      </w:pPr>
    </w:lvl>
    <w:lvl w:ilvl="2" w:tplc="0405001B" w:tentative="1">
      <w:start w:val="1"/>
      <w:numFmt w:val="lowerRoman"/>
      <w:lvlText w:val="%3."/>
      <w:lvlJc w:val="right"/>
      <w:pPr>
        <w:ind w:left="1987" w:hanging="180"/>
      </w:pPr>
    </w:lvl>
    <w:lvl w:ilvl="3" w:tplc="0405000F" w:tentative="1">
      <w:start w:val="1"/>
      <w:numFmt w:val="decimal"/>
      <w:lvlText w:val="%4."/>
      <w:lvlJc w:val="left"/>
      <w:pPr>
        <w:ind w:left="2707" w:hanging="360"/>
      </w:pPr>
    </w:lvl>
    <w:lvl w:ilvl="4" w:tplc="04050019" w:tentative="1">
      <w:start w:val="1"/>
      <w:numFmt w:val="lowerLetter"/>
      <w:lvlText w:val="%5."/>
      <w:lvlJc w:val="left"/>
      <w:pPr>
        <w:ind w:left="3427" w:hanging="360"/>
      </w:pPr>
    </w:lvl>
    <w:lvl w:ilvl="5" w:tplc="0405001B" w:tentative="1">
      <w:start w:val="1"/>
      <w:numFmt w:val="lowerRoman"/>
      <w:lvlText w:val="%6."/>
      <w:lvlJc w:val="right"/>
      <w:pPr>
        <w:ind w:left="4147" w:hanging="180"/>
      </w:pPr>
    </w:lvl>
    <w:lvl w:ilvl="6" w:tplc="0405000F" w:tentative="1">
      <w:start w:val="1"/>
      <w:numFmt w:val="decimal"/>
      <w:lvlText w:val="%7."/>
      <w:lvlJc w:val="left"/>
      <w:pPr>
        <w:ind w:left="4867" w:hanging="360"/>
      </w:pPr>
    </w:lvl>
    <w:lvl w:ilvl="7" w:tplc="04050019" w:tentative="1">
      <w:start w:val="1"/>
      <w:numFmt w:val="lowerLetter"/>
      <w:lvlText w:val="%8."/>
      <w:lvlJc w:val="left"/>
      <w:pPr>
        <w:ind w:left="5587" w:hanging="360"/>
      </w:pPr>
    </w:lvl>
    <w:lvl w:ilvl="8" w:tplc="0405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28" w15:restartNumberingAfterBreak="0">
    <w:nsid w:val="2F66076A"/>
    <w:multiLevelType w:val="hybridMultilevel"/>
    <w:tmpl w:val="9B78FB66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DCA8BBF4">
      <w:numFmt w:val="bullet"/>
      <w:lvlText w:val="-"/>
      <w:lvlJc w:val="left"/>
      <w:pPr>
        <w:tabs>
          <w:tab w:val="num" w:pos="501"/>
        </w:tabs>
        <w:ind w:left="501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4" w:tplc="04050001">
      <w:start w:val="1"/>
      <w:numFmt w:val="bullet"/>
      <w:lvlText w:val="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5" w:tplc="04050001">
      <w:start w:val="1"/>
      <w:numFmt w:val="bullet"/>
      <w:lvlText w:val=""/>
      <w:lvlJc w:val="left"/>
      <w:pPr>
        <w:tabs>
          <w:tab w:val="num" w:pos="2022"/>
        </w:tabs>
        <w:ind w:left="2022" w:hanging="180"/>
      </w:pPr>
      <w:rPr>
        <w:rFonts w:ascii="Symbol" w:hAnsi="Symbol" w:hint="default"/>
      </w:rPr>
    </w:lvl>
    <w:lvl w:ilvl="6" w:tplc="21C858B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color w:val="auto"/>
      </w:rPr>
    </w:lvl>
    <w:lvl w:ilvl="7" w:tplc="04050001">
      <w:start w:val="1"/>
      <w:numFmt w:val="bullet"/>
      <w:lvlText w:val="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8" w:tplc="04050001">
      <w:start w:val="1"/>
      <w:numFmt w:val="bullet"/>
      <w:lvlText w:val=""/>
      <w:lvlJc w:val="left"/>
      <w:pPr>
        <w:tabs>
          <w:tab w:val="num" w:pos="1171"/>
        </w:tabs>
        <w:ind w:left="1171" w:hanging="180"/>
      </w:pPr>
      <w:rPr>
        <w:rFonts w:ascii="Symbol" w:hAnsi="Symbol" w:hint="default"/>
      </w:rPr>
    </w:lvl>
  </w:abstractNum>
  <w:abstractNum w:abstractNumId="29" w15:restartNumberingAfterBreak="0">
    <w:nsid w:val="32663DEB"/>
    <w:multiLevelType w:val="hybridMultilevel"/>
    <w:tmpl w:val="48126ED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3E80F5B"/>
    <w:multiLevelType w:val="hybridMultilevel"/>
    <w:tmpl w:val="BEAE88A0"/>
    <w:lvl w:ilvl="0" w:tplc="01A68D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1A3DCB"/>
    <w:multiLevelType w:val="hybridMultilevel"/>
    <w:tmpl w:val="CDBC5D32"/>
    <w:lvl w:ilvl="0" w:tplc="E58E27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D2861F2"/>
    <w:multiLevelType w:val="hybridMultilevel"/>
    <w:tmpl w:val="65A62D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D749F5"/>
    <w:multiLevelType w:val="hybridMultilevel"/>
    <w:tmpl w:val="6924E58E"/>
    <w:lvl w:ilvl="0" w:tplc="4D865EC2">
      <w:start w:val="1"/>
      <w:numFmt w:val="decimal"/>
      <w:lvlText w:val="%1)"/>
      <w:lvlJc w:val="left"/>
      <w:pPr>
        <w:ind w:left="18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88" w:hanging="360"/>
      </w:pPr>
    </w:lvl>
    <w:lvl w:ilvl="2" w:tplc="0405001B" w:tentative="1">
      <w:start w:val="1"/>
      <w:numFmt w:val="lowerRoman"/>
      <w:lvlText w:val="%3."/>
      <w:lvlJc w:val="right"/>
      <w:pPr>
        <w:ind w:left="2908" w:hanging="180"/>
      </w:pPr>
    </w:lvl>
    <w:lvl w:ilvl="3" w:tplc="0405000F" w:tentative="1">
      <w:start w:val="1"/>
      <w:numFmt w:val="decimal"/>
      <w:lvlText w:val="%4."/>
      <w:lvlJc w:val="left"/>
      <w:pPr>
        <w:ind w:left="3628" w:hanging="360"/>
      </w:pPr>
    </w:lvl>
    <w:lvl w:ilvl="4" w:tplc="04050019" w:tentative="1">
      <w:start w:val="1"/>
      <w:numFmt w:val="lowerLetter"/>
      <w:lvlText w:val="%5."/>
      <w:lvlJc w:val="left"/>
      <w:pPr>
        <w:ind w:left="4348" w:hanging="360"/>
      </w:pPr>
    </w:lvl>
    <w:lvl w:ilvl="5" w:tplc="0405001B" w:tentative="1">
      <w:start w:val="1"/>
      <w:numFmt w:val="lowerRoman"/>
      <w:lvlText w:val="%6."/>
      <w:lvlJc w:val="right"/>
      <w:pPr>
        <w:ind w:left="5068" w:hanging="180"/>
      </w:pPr>
    </w:lvl>
    <w:lvl w:ilvl="6" w:tplc="0405000F" w:tentative="1">
      <w:start w:val="1"/>
      <w:numFmt w:val="decimal"/>
      <w:lvlText w:val="%7."/>
      <w:lvlJc w:val="left"/>
      <w:pPr>
        <w:ind w:left="5788" w:hanging="360"/>
      </w:pPr>
    </w:lvl>
    <w:lvl w:ilvl="7" w:tplc="04050019" w:tentative="1">
      <w:start w:val="1"/>
      <w:numFmt w:val="lowerLetter"/>
      <w:lvlText w:val="%8."/>
      <w:lvlJc w:val="left"/>
      <w:pPr>
        <w:ind w:left="6508" w:hanging="360"/>
      </w:pPr>
    </w:lvl>
    <w:lvl w:ilvl="8" w:tplc="0405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34" w15:restartNumberingAfterBreak="0">
    <w:nsid w:val="40623964"/>
    <w:multiLevelType w:val="hybridMultilevel"/>
    <w:tmpl w:val="F154C9BA"/>
    <w:lvl w:ilvl="0" w:tplc="0405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35" w15:restartNumberingAfterBreak="0">
    <w:nsid w:val="40873D31"/>
    <w:multiLevelType w:val="hybridMultilevel"/>
    <w:tmpl w:val="76503D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08B4E16"/>
    <w:multiLevelType w:val="hybridMultilevel"/>
    <w:tmpl w:val="539CF6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477400A"/>
    <w:multiLevelType w:val="hybridMultilevel"/>
    <w:tmpl w:val="DF02D2C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471E0AC7"/>
    <w:multiLevelType w:val="hybridMultilevel"/>
    <w:tmpl w:val="7C9E4F32"/>
    <w:lvl w:ilvl="0" w:tplc="F46A44D8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0706C3"/>
    <w:multiLevelType w:val="hybridMultilevel"/>
    <w:tmpl w:val="4A5C0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F64B2D"/>
    <w:multiLevelType w:val="hybridMultilevel"/>
    <w:tmpl w:val="24D452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9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D04641E"/>
    <w:multiLevelType w:val="hybridMultilevel"/>
    <w:tmpl w:val="BC441C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AADEB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7F0AED"/>
    <w:multiLevelType w:val="hybridMultilevel"/>
    <w:tmpl w:val="965A7D6C"/>
    <w:lvl w:ilvl="0" w:tplc="0405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43" w15:restartNumberingAfterBreak="0">
    <w:nsid w:val="54120508"/>
    <w:multiLevelType w:val="hybridMultilevel"/>
    <w:tmpl w:val="D86A1ADC"/>
    <w:lvl w:ilvl="0" w:tplc="DE0AB2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4A872A8"/>
    <w:multiLevelType w:val="hybridMultilevel"/>
    <w:tmpl w:val="C4129E60"/>
    <w:lvl w:ilvl="0" w:tplc="8EC0FF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D28FBC6">
      <w:start w:val="9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98621B"/>
    <w:multiLevelType w:val="hybridMultilevel"/>
    <w:tmpl w:val="30406B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83E7D29"/>
    <w:multiLevelType w:val="hybridMultilevel"/>
    <w:tmpl w:val="A1189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879657F"/>
    <w:multiLevelType w:val="hybridMultilevel"/>
    <w:tmpl w:val="A1B414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A90F77"/>
    <w:multiLevelType w:val="hybridMultilevel"/>
    <w:tmpl w:val="09849020"/>
    <w:lvl w:ilvl="0" w:tplc="97DC3F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9100963"/>
    <w:multiLevelType w:val="hybridMultilevel"/>
    <w:tmpl w:val="7786D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941677B"/>
    <w:multiLevelType w:val="hybridMultilevel"/>
    <w:tmpl w:val="02FCFE68"/>
    <w:lvl w:ilvl="0" w:tplc="0BA2834E">
      <w:start w:val="1"/>
      <w:numFmt w:val="bullet"/>
      <w:pStyle w:val="Cit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9DF151B"/>
    <w:multiLevelType w:val="hybridMultilevel"/>
    <w:tmpl w:val="7EDC1CBE"/>
    <w:lvl w:ilvl="0" w:tplc="EBCA5ED8">
      <w:start w:val="1"/>
      <w:numFmt w:val="decimal"/>
      <w:lvlText w:val="%1)"/>
      <w:lvlJc w:val="left"/>
      <w:pPr>
        <w:ind w:left="18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88" w:hanging="360"/>
      </w:pPr>
    </w:lvl>
    <w:lvl w:ilvl="2" w:tplc="FFFFFFFF" w:tentative="1">
      <w:start w:val="1"/>
      <w:numFmt w:val="lowerRoman"/>
      <w:lvlText w:val="%3."/>
      <w:lvlJc w:val="right"/>
      <w:pPr>
        <w:ind w:left="2908" w:hanging="180"/>
      </w:pPr>
    </w:lvl>
    <w:lvl w:ilvl="3" w:tplc="FFFFFFFF" w:tentative="1">
      <w:start w:val="1"/>
      <w:numFmt w:val="decimal"/>
      <w:lvlText w:val="%4."/>
      <w:lvlJc w:val="left"/>
      <w:pPr>
        <w:ind w:left="3628" w:hanging="360"/>
      </w:pPr>
    </w:lvl>
    <w:lvl w:ilvl="4" w:tplc="FFFFFFFF" w:tentative="1">
      <w:start w:val="1"/>
      <w:numFmt w:val="lowerLetter"/>
      <w:lvlText w:val="%5."/>
      <w:lvlJc w:val="left"/>
      <w:pPr>
        <w:ind w:left="4348" w:hanging="360"/>
      </w:pPr>
    </w:lvl>
    <w:lvl w:ilvl="5" w:tplc="FFFFFFFF" w:tentative="1">
      <w:start w:val="1"/>
      <w:numFmt w:val="lowerRoman"/>
      <w:lvlText w:val="%6."/>
      <w:lvlJc w:val="right"/>
      <w:pPr>
        <w:ind w:left="5068" w:hanging="180"/>
      </w:pPr>
    </w:lvl>
    <w:lvl w:ilvl="6" w:tplc="FFFFFFFF" w:tentative="1">
      <w:start w:val="1"/>
      <w:numFmt w:val="decimal"/>
      <w:lvlText w:val="%7."/>
      <w:lvlJc w:val="left"/>
      <w:pPr>
        <w:ind w:left="5788" w:hanging="360"/>
      </w:pPr>
    </w:lvl>
    <w:lvl w:ilvl="7" w:tplc="FFFFFFFF" w:tentative="1">
      <w:start w:val="1"/>
      <w:numFmt w:val="lowerLetter"/>
      <w:lvlText w:val="%8."/>
      <w:lvlJc w:val="left"/>
      <w:pPr>
        <w:ind w:left="6508" w:hanging="360"/>
      </w:pPr>
    </w:lvl>
    <w:lvl w:ilvl="8" w:tplc="FFFFFFFF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52" w15:restartNumberingAfterBreak="0">
    <w:nsid w:val="5B6F7AB5"/>
    <w:multiLevelType w:val="hybridMultilevel"/>
    <w:tmpl w:val="98987E28"/>
    <w:lvl w:ilvl="0" w:tplc="5732AD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E9070B"/>
    <w:multiLevelType w:val="hybridMultilevel"/>
    <w:tmpl w:val="CA00FB86"/>
    <w:lvl w:ilvl="0" w:tplc="D940F4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F143A5D"/>
    <w:multiLevelType w:val="hybridMultilevel"/>
    <w:tmpl w:val="FB14B590"/>
    <w:lvl w:ilvl="0" w:tplc="8EC0FF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05F6E09"/>
    <w:multiLevelType w:val="hybridMultilevel"/>
    <w:tmpl w:val="57F0FA80"/>
    <w:lvl w:ilvl="0" w:tplc="04050017">
      <w:start w:val="1"/>
      <w:numFmt w:val="lowerLetter"/>
      <w:lvlText w:val="%1)"/>
      <w:lvlJc w:val="left"/>
      <w:pPr>
        <w:ind w:left="1468" w:hanging="360"/>
      </w:pPr>
    </w:lvl>
    <w:lvl w:ilvl="1" w:tplc="04050019" w:tentative="1">
      <w:start w:val="1"/>
      <w:numFmt w:val="lowerLetter"/>
      <w:lvlText w:val="%2."/>
      <w:lvlJc w:val="left"/>
      <w:pPr>
        <w:ind w:left="2188" w:hanging="360"/>
      </w:pPr>
    </w:lvl>
    <w:lvl w:ilvl="2" w:tplc="0405001B" w:tentative="1">
      <w:start w:val="1"/>
      <w:numFmt w:val="lowerRoman"/>
      <w:lvlText w:val="%3."/>
      <w:lvlJc w:val="right"/>
      <w:pPr>
        <w:ind w:left="2908" w:hanging="180"/>
      </w:pPr>
    </w:lvl>
    <w:lvl w:ilvl="3" w:tplc="0405000F" w:tentative="1">
      <w:start w:val="1"/>
      <w:numFmt w:val="decimal"/>
      <w:lvlText w:val="%4."/>
      <w:lvlJc w:val="left"/>
      <w:pPr>
        <w:ind w:left="3628" w:hanging="360"/>
      </w:pPr>
    </w:lvl>
    <w:lvl w:ilvl="4" w:tplc="04050019" w:tentative="1">
      <w:start w:val="1"/>
      <w:numFmt w:val="lowerLetter"/>
      <w:lvlText w:val="%5."/>
      <w:lvlJc w:val="left"/>
      <w:pPr>
        <w:ind w:left="4348" w:hanging="360"/>
      </w:pPr>
    </w:lvl>
    <w:lvl w:ilvl="5" w:tplc="0405001B" w:tentative="1">
      <w:start w:val="1"/>
      <w:numFmt w:val="lowerRoman"/>
      <w:lvlText w:val="%6."/>
      <w:lvlJc w:val="right"/>
      <w:pPr>
        <w:ind w:left="5068" w:hanging="180"/>
      </w:pPr>
    </w:lvl>
    <w:lvl w:ilvl="6" w:tplc="0405000F" w:tentative="1">
      <w:start w:val="1"/>
      <w:numFmt w:val="decimal"/>
      <w:lvlText w:val="%7."/>
      <w:lvlJc w:val="left"/>
      <w:pPr>
        <w:ind w:left="5788" w:hanging="360"/>
      </w:pPr>
    </w:lvl>
    <w:lvl w:ilvl="7" w:tplc="04050019" w:tentative="1">
      <w:start w:val="1"/>
      <w:numFmt w:val="lowerLetter"/>
      <w:lvlText w:val="%8."/>
      <w:lvlJc w:val="left"/>
      <w:pPr>
        <w:ind w:left="6508" w:hanging="360"/>
      </w:pPr>
    </w:lvl>
    <w:lvl w:ilvl="8" w:tplc="0405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56" w15:restartNumberingAfterBreak="0">
    <w:nsid w:val="609B750D"/>
    <w:multiLevelType w:val="hybridMultilevel"/>
    <w:tmpl w:val="AE2ECDE6"/>
    <w:lvl w:ilvl="0" w:tplc="04050001">
      <w:start w:val="1"/>
      <w:numFmt w:val="bullet"/>
      <w:pStyle w:val="Seznamsodrkami2"/>
      <w:lvlText w:val=""/>
      <w:lvlJc w:val="left"/>
      <w:pPr>
        <w:tabs>
          <w:tab w:val="num" w:pos="1010"/>
        </w:tabs>
        <w:ind w:left="10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57" w15:restartNumberingAfterBreak="0">
    <w:nsid w:val="62E40929"/>
    <w:multiLevelType w:val="hybridMultilevel"/>
    <w:tmpl w:val="9E9A0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318672B"/>
    <w:multiLevelType w:val="hybridMultilevel"/>
    <w:tmpl w:val="99D4F9CE"/>
    <w:lvl w:ilvl="0" w:tplc="9A9606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34B6E5A"/>
    <w:multiLevelType w:val="hybridMultilevel"/>
    <w:tmpl w:val="9C3AED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DC1492"/>
    <w:multiLevelType w:val="hybridMultilevel"/>
    <w:tmpl w:val="015EECCA"/>
    <w:lvl w:ilvl="0" w:tplc="7F380B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58B528B"/>
    <w:multiLevelType w:val="hybridMultilevel"/>
    <w:tmpl w:val="C032DF7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5B4660"/>
    <w:multiLevelType w:val="hybridMultilevel"/>
    <w:tmpl w:val="1FAEC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1713DE"/>
    <w:multiLevelType w:val="hybridMultilevel"/>
    <w:tmpl w:val="CCF0CA1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AC6272"/>
    <w:multiLevelType w:val="hybridMultilevel"/>
    <w:tmpl w:val="6284F572"/>
    <w:lvl w:ilvl="0" w:tplc="26388B8E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AD8C5736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  <w:b/>
        <w:color w:val="0070C0"/>
        <w:u w:val="none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C6A7777"/>
    <w:multiLevelType w:val="hybridMultilevel"/>
    <w:tmpl w:val="C4B879F0"/>
    <w:lvl w:ilvl="0" w:tplc="810647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E14536"/>
    <w:multiLevelType w:val="hybridMultilevel"/>
    <w:tmpl w:val="C7DE4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D580657"/>
    <w:multiLevelType w:val="hybridMultilevel"/>
    <w:tmpl w:val="C64AB9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FE15CA4"/>
    <w:multiLevelType w:val="hybridMultilevel"/>
    <w:tmpl w:val="D722D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1D538E8"/>
    <w:multiLevelType w:val="hybridMultilevel"/>
    <w:tmpl w:val="88FC9616"/>
    <w:lvl w:ilvl="0" w:tplc="38E2B572">
      <w:start w:val="1"/>
      <w:numFmt w:val="decimal"/>
      <w:pStyle w:val="Nadpis2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6351BB4"/>
    <w:multiLevelType w:val="hybridMultilevel"/>
    <w:tmpl w:val="544679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376E41"/>
    <w:multiLevelType w:val="hybridMultilevel"/>
    <w:tmpl w:val="4C5CB674"/>
    <w:lvl w:ilvl="0" w:tplc="1F126E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6E0474C"/>
    <w:multiLevelType w:val="hybridMultilevel"/>
    <w:tmpl w:val="7DB02FFC"/>
    <w:lvl w:ilvl="0" w:tplc="F61C230A">
      <w:start w:val="26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77A72524"/>
    <w:multiLevelType w:val="hybridMultilevel"/>
    <w:tmpl w:val="1A1049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E782690"/>
    <w:multiLevelType w:val="hybridMultilevel"/>
    <w:tmpl w:val="A1B414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953606">
    <w:abstractNumId w:val="56"/>
  </w:num>
  <w:num w:numId="2" w16cid:durableId="1487433232">
    <w:abstractNumId w:val="4"/>
  </w:num>
  <w:num w:numId="3" w16cid:durableId="368535876">
    <w:abstractNumId w:val="6"/>
  </w:num>
  <w:num w:numId="4" w16cid:durableId="943151091">
    <w:abstractNumId w:val="26"/>
  </w:num>
  <w:num w:numId="5" w16cid:durableId="1126511390">
    <w:abstractNumId w:val="10"/>
  </w:num>
  <w:num w:numId="6" w16cid:durableId="1218854593">
    <w:abstractNumId w:val="50"/>
  </w:num>
  <w:num w:numId="7" w16cid:durableId="1432823921">
    <w:abstractNumId w:val="5"/>
  </w:num>
  <w:num w:numId="8" w16cid:durableId="1031879782">
    <w:abstractNumId w:val="66"/>
  </w:num>
  <w:num w:numId="9" w16cid:durableId="1777409316">
    <w:abstractNumId w:val="0"/>
  </w:num>
  <w:num w:numId="10" w16cid:durableId="1682121969">
    <w:abstractNumId w:val="53"/>
  </w:num>
  <w:num w:numId="11" w16cid:durableId="873812052">
    <w:abstractNumId w:val="65"/>
  </w:num>
  <w:num w:numId="12" w16cid:durableId="990593828">
    <w:abstractNumId w:val="11"/>
  </w:num>
  <w:num w:numId="13" w16cid:durableId="1019743714">
    <w:abstractNumId w:val="38"/>
  </w:num>
  <w:num w:numId="14" w16cid:durableId="2083023801">
    <w:abstractNumId w:val="44"/>
  </w:num>
  <w:num w:numId="15" w16cid:durableId="1639988156">
    <w:abstractNumId w:val="12"/>
  </w:num>
  <w:num w:numId="16" w16cid:durableId="262734596">
    <w:abstractNumId w:val="71"/>
  </w:num>
  <w:num w:numId="17" w16cid:durableId="397674609">
    <w:abstractNumId w:val="32"/>
  </w:num>
  <w:num w:numId="18" w16cid:durableId="1114205656">
    <w:abstractNumId w:val="28"/>
  </w:num>
  <w:num w:numId="19" w16cid:durableId="558369787">
    <w:abstractNumId w:val="37"/>
  </w:num>
  <w:num w:numId="20" w16cid:durableId="479006201">
    <w:abstractNumId w:val="25"/>
  </w:num>
  <w:num w:numId="21" w16cid:durableId="203449834">
    <w:abstractNumId w:val="20"/>
  </w:num>
  <w:num w:numId="22" w16cid:durableId="275869448">
    <w:abstractNumId w:val="20"/>
  </w:num>
  <w:num w:numId="23" w16cid:durableId="2130581597">
    <w:abstractNumId w:val="20"/>
  </w:num>
  <w:num w:numId="24" w16cid:durableId="2116316606">
    <w:abstractNumId w:val="20"/>
  </w:num>
  <w:num w:numId="25" w16cid:durableId="1924945015">
    <w:abstractNumId w:val="15"/>
  </w:num>
  <w:num w:numId="26" w16cid:durableId="544174579">
    <w:abstractNumId w:val="20"/>
  </w:num>
  <w:num w:numId="27" w16cid:durableId="243074084">
    <w:abstractNumId w:val="7"/>
  </w:num>
  <w:num w:numId="28" w16cid:durableId="308024574">
    <w:abstractNumId w:val="8"/>
  </w:num>
  <w:num w:numId="29" w16cid:durableId="576869604">
    <w:abstractNumId w:val="72"/>
  </w:num>
  <w:num w:numId="30" w16cid:durableId="763185094">
    <w:abstractNumId w:val="20"/>
    <w:lvlOverride w:ilvl="0">
      <w:lvl w:ilvl="0" w:tplc="EDD0CC62">
        <w:start w:val="1"/>
        <w:numFmt w:val="decimal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1" w16cid:durableId="407728027">
    <w:abstractNumId w:val="24"/>
  </w:num>
  <w:num w:numId="32" w16cid:durableId="1141458576">
    <w:abstractNumId w:val="31"/>
  </w:num>
  <w:num w:numId="33" w16cid:durableId="670330302">
    <w:abstractNumId w:val="58"/>
  </w:num>
  <w:num w:numId="34" w16cid:durableId="1223248970">
    <w:abstractNumId w:val="60"/>
  </w:num>
  <w:num w:numId="35" w16cid:durableId="1731273324">
    <w:abstractNumId w:val="43"/>
  </w:num>
  <w:num w:numId="36" w16cid:durableId="837691571">
    <w:abstractNumId w:val="43"/>
    <w:lvlOverride w:ilvl="0">
      <w:startOverride w:val="1"/>
    </w:lvlOverride>
  </w:num>
  <w:num w:numId="37" w16cid:durableId="1150633201">
    <w:abstractNumId w:val="40"/>
  </w:num>
  <w:num w:numId="38" w16cid:durableId="1563786807">
    <w:abstractNumId w:val="54"/>
  </w:num>
  <w:num w:numId="39" w16cid:durableId="216818981">
    <w:abstractNumId w:val="52"/>
  </w:num>
  <w:num w:numId="40" w16cid:durableId="1816801860">
    <w:abstractNumId w:val="69"/>
  </w:num>
  <w:num w:numId="41" w16cid:durableId="994265527">
    <w:abstractNumId w:val="69"/>
    <w:lvlOverride w:ilvl="0">
      <w:startOverride w:val="1"/>
    </w:lvlOverride>
  </w:num>
  <w:num w:numId="42" w16cid:durableId="1704594380">
    <w:abstractNumId w:val="42"/>
  </w:num>
  <w:num w:numId="43" w16cid:durableId="1247034135">
    <w:abstractNumId w:val="19"/>
  </w:num>
  <w:num w:numId="44" w16cid:durableId="1175343086">
    <w:abstractNumId w:val="69"/>
  </w:num>
  <w:num w:numId="45" w16cid:durableId="1830830347">
    <w:abstractNumId w:val="63"/>
  </w:num>
  <w:num w:numId="46" w16cid:durableId="720519131">
    <w:abstractNumId w:val="14"/>
  </w:num>
  <w:num w:numId="47" w16cid:durableId="1835755149">
    <w:abstractNumId w:val="1"/>
  </w:num>
  <w:num w:numId="48" w16cid:durableId="63534475">
    <w:abstractNumId w:val="69"/>
  </w:num>
  <w:num w:numId="49" w16cid:durableId="1681810557">
    <w:abstractNumId w:val="69"/>
  </w:num>
  <w:num w:numId="50" w16cid:durableId="1956787139">
    <w:abstractNumId w:val="69"/>
  </w:num>
  <w:num w:numId="51" w16cid:durableId="1999534023">
    <w:abstractNumId w:val="55"/>
  </w:num>
  <w:num w:numId="52" w16cid:durableId="135219931">
    <w:abstractNumId w:val="62"/>
  </w:num>
  <w:num w:numId="53" w16cid:durableId="1935942548">
    <w:abstractNumId w:val="47"/>
  </w:num>
  <w:num w:numId="54" w16cid:durableId="1643852552">
    <w:abstractNumId w:val="67"/>
  </w:num>
  <w:num w:numId="55" w16cid:durableId="1034815121">
    <w:abstractNumId w:val="23"/>
  </w:num>
  <w:num w:numId="56" w16cid:durableId="1912613650">
    <w:abstractNumId w:val="9"/>
  </w:num>
  <w:num w:numId="57" w16cid:durableId="1958439707">
    <w:abstractNumId w:val="33"/>
  </w:num>
  <w:num w:numId="58" w16cid:durableId="1424759411">
    <w:abstractNumId w:val="51"/>
  </w:num>
  <w:num w:numId="59" w16cid:durableId="331764121">
    <w:abstractNumId w:val="22"/>
  </w:num>
  <w:num w:numId="60" w16cid:durableId="1472282381">
    <w:abstractNumId w:val="64"/>
  </w:num>
  <w:num w:numId="61" w16cid:durableId="276371607">
    <w:abstractNumId w:val="13"/>
  </w:num>
  <w:num w:numId="62" w16cid:durableId="111680045">
    <w:abstractNumId w:val="48"/>
  </w:num>
  <w:num w:numId="63" w16cid:durableId="1022056119">
    <w:abstractNumId w:val="68"/>
  </w:num>
  <w:num w:numId="64" w16cid:durableId="1832523378">
    <w:abstractNumId w:val="35"/>
  </w:num>
  <w:num w:numId="65" w16cid:durableId="594437565">
    <w:abstractNumId w:val="16"/>
  </w:num>
  <w:num w:numId="66" w16cid:durableId="1008092964">
    <w:abstractNumId w:val="61"/>
  </w:num>
  <w:num w:numId="67" w16cid:durableId="305668300">
    <w:abstractNumId w:val="73"/>
  </w:num>
  <w:num w:numId="68" w16cid:durableId="575627515">
    <w:abstractNumId w:val="46"/>
  </w:num>
  <w:num w:numId="69" w16cid:durableId="1500582427">
    <w:abstractNumId w:val="34"/>
  </w:num>
  <w:num w:numId="70" w16cid:durableId="997265167">
    <w:abstractNumId w:val="45"/>
  </w:num>
  <w:num w:numId="71" w16cid:durableId="1523007407">
    <w:abstractNumId w:val="49"/>
  </w:num>
  <w:num w:numId="72" w16cid:durableId="2002004925">
    <w:abstractNumId w:val="29"/>
  </w:num>
  <w:num w:numId="73" w16cid:durableId="255401856">
    <w:abstractNumId w:val="21"/>
  </w:num>
  <w:num w:numId="74" w16cid:durableId="908341714">
    <w:abstractNumId w:val="3"/>
  </w:num>
  <w:num w:numId="75" w16cid:durableId="740249686">
    <w:abstractNumId w:val="39"/>
  </w:num>
  <w:num w:numId="76" w16cid:durableId="1084841565">
    <w:abstractNumId w:val="57"/>
  </w:num>
  <w:num w:numId="77" w16cid:durableId="2043702972">
    <w:abstractNumId w:val="30"/>
  </w:num>
  <w:num w:numId="78" w16cid:durableId="634063741">
    <w:abstractNumId w:val="10"/>
  </w:num>
  <w:num w:numId="79" w16cid:durableId="1075587356">
    <w:abstractNumId w:val="18"/>
  </w:num>
  <w:num w:numId="80" w16cid:durableId="314458184">
    <w:abstractNumId w:val="74"/>
  </w:num>
  <w:num w:numId="81" w16cid:durableId="681516069">
    <w:abstractNumId w:val="2"/>
  </w:num>
  <w:num w:numId="82" w16cid:durableId="1577520574">
    <w:abstractNumId w:val="36"/>
  </w:num>
  <w:num w:numId="83" w16cid:durableId="2053070005">
    <w:abstractNumId w:val="59"/>
  </w:num>
  <w:num w:numId="84" w16cid:durableId="552620621">
    <w:abstractNumId w:val="10"/>
  </w:num>
  <w:num w:numId="85" w16cid:durableId="1929730516">
    <w:abstractNumId w:val="27"/>
  </w:num>
  <w:num w:numId="86" w16cid:durableId="1926107971">
    <w:abstractNumId w:val="70"/>
  </w:num>
  <w:num w:numId="87" w16cid:durableId="271011597">
    <w:abstractNumId w:val="41"/>
  </w:num>
  <w:num w:numId="88" w16cid:durableId="2147044961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8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B7F"/>
    <w:rsid w:val="00000F2E"/>
    <w:rsid w:val="00001812"/>
    <w:rsid w:val="000022C9"/>
    <w:rsid w:val="00002D4B"/>
    <w:rsid w:val="00002DD8"/>
    <w:rsid w:val="00003226"/>
    <w:rsid w:val="00003526"/>
    <w:rsid w:val="00003B0C"/>
    <w:rsid w:val="00004902"/>
    <w:rsid w:val="00004C62"/>
    <w:rsid w:val="00004C75"/>
    <w:rsid w:val="0000639B"/>
    <w:rsid w:val="00006E22"/>
    <w:rsid w:val="000070D4"/>
    <w:rsid w:val="00007CDE"/>
    <w:rsid w:val="00010EAB"/>
    <w:rsid w:val="000115F4"/>
    <w:rsid w:val="0001349A"/>
    <w:rsid w:val="00014173"/>
    <w:rsid w:val="00016F6D"/>
    <w:rsid w:val="000175DD"/>
    <w:rsid w:val="000177FD"/>
    <w:rsid w:val="00017AD1"/>
    <w:rsid w:val="000203E9"/>
    <w:rsid w:val="0002098B"/>
    <w:rsid w:val="0002157B"/>
    <w:rsid w:val="00021B2C"/>
    <w:rsid w:val="00021BCE"/>
    <w:rsid w:val="0002231F"/>
    <w:rsid w:val="00023BFB"/>
    <w:rsid w:val="00023E61"/>
    <w:rsid w:val="00024B14"/>
    <w:rsid w:val="00024B94"/>
    <w:rsid w:val="00024D3B"/>
    <w:rsid w:val="00024EF6"/>
    <w:rsid w:val="00025021"/>
    <w:rsid w:val="000255B4"/>
    <w:rsid w:val="000257D3"/>
    <w:rsid w:val="00026485"/>
    <w:rsid w:val="00026E83"/>
    <w:rsid w:val="000275B2"/>
    <w:rsid w:val="0003034B"/>
    <w:rsid w:val="000308A7"/>
    <w:rsid w:val="00030ECF"/>
    <w:rsid w:val="0003108E"/>
    <w:rsid w:val="000310FD"/>
    <w:rsid w:val="00031A79"/>
    <w:rsid w:val="00032D52"/>
    <w:rsid w:val="00033FFF"/>
    <w:rsid w:val="00035122"/>
    <w:rsid w:val="00035253"/>
    <w:rsid w:val="00035E0A"/>
    <w:rsid w:val="00036853"/>
    <w:rsid w:val="000371AC"/>
    <w:rsid w:val="00037477"/>
    <w:rsid w:val="000405AE"/>
    <w:rsid w:val="00041234"/>
    <w:rsid w:val="000439C5"/>
    <w:rsid w:val="00043B48"/>
    <w:rsid w:val="00043E61"/>
    <w:rsid w:val="00044285"/>
    <w:rsid w:val="00045011"/>
    <w:rsid w:val="0004525C"/>
    <w:rsid w:val="00045B9D"/>
    <w:rsid w:val="000476F2"/>
    <w:rsid w:val="00047970"/>
    <w:rsid w:val="00047D5A"/>
    <w:rsid w:val="0005056F"/>
    <w:rsid w:val="00050927"/>
    <w:rsid w:val="0005121D"/>
    <w:rsid w:val="00053A4D"/>
    <w:rsid w:val="000541AF"/>
    <w:rsid w:val="00055212"/>
    <w:rsid w:val="00055B25"/>
    <w:rsid w:val="00055D7B"/>
    <w:rsid w:val="00055F47"/>
    <w:rsid w:val="00056B59"/>
    <w:rsid w:val="00057288"/>
    <w:rsid w:val="00057470"/>
    <w:rsid w:val="00060D9C"/>
    <w:rsid w:val="0006166E"/>
    <w:rsid w:val="00062B00"/>
    <w:rsid w:val="0006301C"/>
    <w:rsid w:val="000635DA"/>
    <w:rsid w:val="00063A00"/>
    <w:rsid w:val="000643DE"/>
    <w:rsid w:val="000647A8"/>
    <w:rsid w:val="00064957"/>
    <w:rsid w:val="00064EAE"/>
    <w:rsid w:val="00065F0C"/>
    <w:rsid w:val="00065F80"/>
    <w:rsid w:val="000662DE"/>
    <w:rsid w:val="0006678C"/>
    <w:rsid w:val="00066B3C"/>
    <w:rsid w:val="00066D85"/>
    <w:rsid w:val="00067ED1"/>
    <w:rsid w:val="0007226A"/>
    <w:rsid w:val="00072A29"/>
    <w:rsid w:val="00073AEA"/>
    <w:rsid w:val="00073C2D"/>
    <w:rsid w:val="000756D6"/>
    <w:rsid w:val="0007602F"/>
    <w:rsid w:val="00076175"/>
    <w:rsid w:val="00076D49"/>
    <w:rsid w:val="00077474"/>
    <w:rsid w:val="000774AB"/>
    <w:rsid w:val="00077D35"/>
    <w:rsid w:val="00080BCD"/>
    <w:rsid w:val="00080DD5"/>
    <w:rsid w:val="000814A1"/>
    <w:rsid w:val="00081CBA"/>
    <w:rsid w:val="00081F98"/>
    <w:rsid w:val="00082F8D"/>
    <w:rsid w:val="00083F3B"/>
    <w:rsid w:val="00084960"/>
    <w:rsid w:val="000849DE"/>
    <w:rsid w:val="00084D47"/>
    <w:rsid w:val="00085D72"/>
    <w:rsid w:val="0008648D"/>
    <w:rsid w:val="0008684F"/>
    <w:rsid w:val="0008705F"/>
    <w:rsid w:val="00090459"/>
    <w:rsid w:val="00090518"/>
    <w:rsid w:val="00092790"/>
    <w:rsid w:val="00092E9F"/>
    <w:rsid w:val="00092FF0"/>
    <w:rsid w:val="00093445"/>
    <w:rsid w:val="00093EFB"/>
    <w:rsid w:val="00094510"/>
    <w:rsid w:val="000A02B4"/>
    <w:rsid w:val="000A140A"/>
    <w:rsid w:val="000A1BBC"/>
    <w:rsid w:val="000A2CF0"/>
    <w:rsid w:val="000A2F54"/>
    <w:rsid w:val="000A3F52"/>
    <w:rsid w:val="000A46A1"/>
    <w:rsid w:val="000A6978"/>
    <w:rsid w:val="000A74E4"/>
    <w:rsid w:val="000B00BD"/>
    <w:rsid w:val="000B08CA"/>
    <w:rsid w:val="000B1738"/>
    <w:rsid w:val="000B1B4B"/>
    <w:rsid w:val="000B1BFE"/>
    <w:rsid w:val="000B20CE"/>
    <w:rsid w:val="000B2976"/>
    <w:rsid w:val="000B3799"/>
    <w:rsid w:val="000B40C2"/>
    <w:rsid w:val="000B51B5"/>
    <w:rsid w:val="000B5F40"/>
    <w:rsid w:val="000B5FF6"/>
    <w:rsid w:val="000B6083"/>
    <w:rsid w:val="000B7908"/>
    <w:rsid w:val="000C016E"/>
    <w:rsid w:val="000C0A43"/>
    <w:rsid w:val="000C1382"/>
    <w:rsid w:val="000C28A4"/>
    <w:rsid w:val="000C53DA"/>
    <w:rsid w:val="000C5566"/>
    <w:rsid w:val="000C571C"/>
    <w:rsid w:val="000C6EBF"/>
    <w:rsid w:val="000C6F89"/>
    <w:rsid w:val="000D097E"/>
    <w:rsid w:val="000D1967"/>
    <w:rsid w:val="000D1CE8"/>
    <w:rsid w:val="000D289D"/>
    <w:rsid w:val="000D2AB0"/>
    <w:rsid w:val="000D420A"/>
    <w:rsid w:val="000D42C0"/>
    <w:rsid w:val="000D4E53"/>
    <w:rsid w:val="000D5649"/>
    <w:rsid w:val="000D5849"/>
    <w:rsid w:val="000D60B7"/>
    <w:rsid w:val="000D62DF"/>
    <w:rsid w:val="000D7035"/>
    <w:rsid w:val="000D7661"/>
    <w:rsid w:val="000E024E"/>
    <w:rsid w:val="000E050F"/>
    <w:rsid w:val="000E0DF5"/>
    <w:rsid w:val="000E0EA2"/>
    <w:rsid w:val="000E155C"/>
    <w:rsid w:val="000E1665"/>
    <w:rsid w:val="000E5943"/>
    <w:rsid w:val="000E638A"/>
    <w:rsid w:val="000E7871"/>
    <w:rsid w:val="000F0799"/>
    <w:rsid w:val="000F1AD8"/>
    <w:rsid w:val="000F1F95"/>
    <w:rsid w:val="000F2D9B"/>
    <w:rsid w:val="000F3220"/>
    <w:rsid w:val="000F675B"/>
    <w:rsid w:val="000F692A"/>
    <w:rsid w:val="000F7273"/>
    <w:rsid w:val="000F72E7"/>
    <w:rsid w:val="000F7FCD"/>
    <w:rsid w:val="0010045D"/>
    <w:rsid w:val="0010087F"/>
    <w:rsid w:val="00101571"/>
    <w:rsid w:val="00101579"/>
    <w:rsid w:val="00101FFD"/>
    <w:rsid w:val="00102A53"/>
    <w:rsid w:val="00102CA4"/>
    <w:rsid w:val="001033FC"/>
    <w:rsid w:val="00103EEE"/>
    <w:rsid w:val="00105835"/>
    <w:rsid w:val="00105A55"/>
    <w:rsid w:val="00106121"/>
    <w:rsid w:val="0010666E"/>
    <w:rsid w:val="00107C28"/>
    <w:rsid w:val="00110187"/>
    <w:rsid w:val="0011047B"/>
    <w:rsid w:val="00110875"/>
    <w:rsid w:val="00111175"/>
    <w:rsid w:val="00112237"/>
    <w:rsid w:val="001127F3"/>
    <w:rsid w:val="00112E8F"/>
    <w:rsid w:val="0011377E"/>
    <w:rsid w:val="00114135"/>
    <w:rsid w:val="00114925"/>
    <w:rsid w:val="00114F36"/>
    <w:rsid w:val="00114F54"/>
    <w:rsid w:val="00115611"/>
    <w:rsid w:val="00116407"/>
    <w:rsid w:val="00116EA2"/>
    <w:rsid w:val="00116F1B"/>
    <w:rsid w:val="00117EEC"/>
    <w:rsid w:val="00117FAD"/>
    <w:rsid w:val="0012044D"/>
    <w:rsid w:val="001206FA"/>
    <w:rsid w:val="00120860"/>
    <w:rsid w:val="00120F15"/>
    <w:rsid w:val="0012197B"/>
    <w:rsid w:val="00122434"/>
    <w:rsid w:val="00122BB5"/>
    <w:rsid w:val="00122F6A"/>
    <w:rsid w:val="00123F64"/>
    <w:rsid w:val="001249FD"/>
    <w:rsid w:val="001254A6"/>
    <w:rsid w:val="0012607E"/>
    <w:rsid w:val="00126369"/>
    <w:rsid w:val="00126751"/>
    <w:rsid w:val="001278CB"/>
    <w:rsid w:val="001307C0"/>
    <w:rsid w:val="00131EDC"/>
    <w:rsid w:val="00131F32"/>
    <w:rsid w:val="0013278B"/>
    <w:rsid w:val="001328CE"/>
    <w:rsid w:val="0013326A"/>
    <w:rsid w:val="00133AD7"/>
    <w:rsid w:val="00133F72"/>
    <w:rsid w:val="00134176"/>
    <w:rsid w:val="001351DD"/>
    <w:rsid w:val="00136F5A"/>
    <w:rsid w:val="00137570"/>
    <w:rsid w:val="0013767F"/>
    <w:rsid w:val="00140397"/>
    <w:rsid w:val="001403AC"/>
    <w:rsid w:val="00140823"/>
    <w:rsid w:val="00140977"/>
    <w:rsid w:val="00140D05"/>
    <w:rsid w:val="00142070"/>
    <w:rsid w:val="001423E9"/>
    <w:rsid w:val="00142A02"/>
    <w:rsid w:val="00142CBB"/>
    <w:rsid w:val="001449BB"/>
    <w:rsid w:val="00145A0A"/>
    <w:rsid w:val="00146250"/>
    <w:rsid w:val="001464F2"/>
    <w:rsid w:val="001466B2"/>
    <w:rsid w:val="00146E48"/>
    <w:rsid w:val="00146F33"/>
    <w:rsid w:val="00146F58"/>
    <w:rsid w:val="00146FC9"/>
    <w:rsid w:val="001472C9"/>
    <w:rsid w:val="00150FCE"/>
    <w:rsid w:val="001526E5"/>
    <w:rsid w:val="001533D1"/>
    <w:rsid w:val="00153E3C"/>
    <w:rsid w:val="00154588"/>
    <w:rsid w:val="001546D3"/>
    <w:rsid w:val="00154D43"/>
    <w:rsid w:val="00155FE0"/>
    <w:rsid w:val="00156D74"/>
    <w:rsid w:val="00156E4D"/>
    <w:rsid w:val="00156F99"/>
    <w:rsid w:val="00160438"/>
    <w:rsid w:val="00162306"/>
    <w:rsid w:val="001628A9"/>
    <w:rsid w:val="00162E76"/>
    <w:rsid w:val="00163102"/>
    <w:rsid w:val="0016322D"/>
    <w:rsid w:val="00163B3E"/>
    <w:rsid w:val="00163F9B"/>
    <w:rsid w:val="00164481"/>
    <w:rsid w:val="001647AB"/>
    <w:rsid w:val="00164C7C"/>
    <w:rsid w:val="001650C6"/>
    <w:rsid w:val="001657ED"/>
    <w:rsid w:val="00165D57"/>
    <w:rsid w:val="001706B7"/>
    <w:rsid w:val="001706EA"/>
    <w:rsid w:val="00171678"/>
    <w:rsid w:val="00172A64"/>
    <w:rsid w:val="00172FDB"/>
    <w:rsid w:val="00173623"/>
    <w:rsid w:val="00174B52"/>
    <w:rsid w:val="00174BB4"/>
    <w:rsid w:val="00175042"/>
    <w:rsid w:val="00175928"/>
    <w:rsid w:val="00176852"/>
    <w:rsid w:val="00177722"/>
    <w:rsid w:val="0018104C"/>
    <w:rsid w:val="00181A3A"/>
    <w:rsid w:val="00182BC7"/>
    <w:rsid w:val="00182D0F"/>
    <w:rsid w:val="00182D1F"/>
    <w:rsid w:val="00183563"/>
    <w:rsid w:val="00183D06"/>
    <w:rsid w:val="001844FE"/>
    <w:rsid w:val="0018594E"/>
    <w:rsid w:val="00185DE3"/>
    <w:rsid w:val="001861DE"/>
    <w:rsid w:val="00186716"/>
    <w:rsid w:val="001868C1"/>
    <w:rsid w:val="00186F02"/>
    <w:rsid w:val="001875FC"/>
    <w:rsid w:val="0019039F"/>
    <w:rsid w:val="00190501"/>
    <w:rsid w:val="00190573"/>
    <w:rsid w:val="001914BA"/>
    <w:rsid w:val="00191A71"/>
    <w:rsid w:val="00191B4A"/>
    <w:rsid w:val="00191D75"/>
    <w:rsid w:val="0019323D"/>
    <w:rsid w:val="00194194"/>
    <w:rsid w:val="001946B8"/>
    <w:rsid w:val="00196DA0"/>
    <w:rsid w:val="001973B6"/>
    <w:rsid w:val="001A0CAC"/>
    <w:rsid w:val="001A1088"/>
    <w:rsid w:val="001A1450"/>
    <w:rsid w:val="001A164F"/>
    <w:rsid w:val="001A1C9C"/>
    <w:rsid w:val="001A28C4"/>
    <w:rsid w:val="001A4D07"/>
    <w:rsid w:val="001A4EB1"/>
    <w:rsid w:val="001A4FD4"/>
    <w:rsid w:val="001A5CEE"/>
    <w:rsid w:val="001A6271"/>
    <w:rsid w:val="001A65D5"/>
    <w:rsid w:val="001A7682"/>
    <w:rsid w:val="001A79F9"/>
    <w:rsid w:val="001B0112"/>
    <w:rsid w:val="001B1CF4"/>
    <w:rsid w:val="001B2A03"/>
    <w:rsid w:val="001B342F"/>
    <w:rsid w:val="001B451F"/>
    <w:rsid w:val="001B4820"/>
    <w:rsid w:val="001B5453"/>
    <w:rsid w:val="001B5568"/>
    <w:rsid w:val="001B579A"/>
    <w:rsid w:val="001B5C87"/>
    <w:rsid w:val="001B5D19"/>
    <w:rsid w:val="001B7707"/>
    <w:rsid w:val="001B7EC4"/>
    <w:rsid w:val="001C04CA"/>
    <w:rsid w:val="001C0737"/>
    <w:rsid w:val="001C09CC"/>
    <w:rsid w:val="001C127B"/>
    <w:rsid w:val="001C15BC"/>
    <w:rsid w:val="001C1E69"/>
    <w:rsid w:val="001C2C29"/>
    <w:rsid w:val="001C2F62"/>
    <w:rsid w:val="001C4178"/>
    <w:rsid w:val="001C45C1"/>
    <w:rsid w:val="001C5344"/>
    <w:rsid w:val="001C54BA"/>
    <w:rsid w:val="001C5B70"/>
    <w:rsid w:val="001C5E3E"/>
    <w:rsid w:val="001C6666"/>
    <w:rsid w:val="001C6E93"/>
    <w:rsid w:val="001C7094"/>
    <w:rsid w:val="001C758C"/>
    <w:rsid w:val="001C7A10"/>
    <w:rsid w:val="001D0016"/>
    <w:rsid w:val="001D0868"/>
    <w:rsid w:val="001D1A84"/>
    <w:rsid w:val="001D2652"/>
    <w:rsid w:val="001D26D9"/>
    <w:rsid w:val="001D3009"/>
    <w:rsid w:val="001D3CFB"/>
    <w:rsid w:val="001D4857"/>
    <w:rsid w:val="001D559F"/>
    <w:rsid w:val="001D5EFF"/>
    <w:rsid w:val="001D7390"/>
    <w:rsid w:val="001D7532"/>
    <w:rsid w:val="001D7FFA"/>
    <w:rsid w:val="001E0BD8"/>
    <w:rsid w:val="001E0C1D"/>
    <w:rsid w:val="001E1721"/>
    <w:rsid w:val="001E2767"/>
    <w:rsid w:val="001E2A9D"/>
    <w:rsid w:val="001E32B7"/>
    <w:rsid w:val="001E44CF"/>
    <w:rsid w:val="001E517A"/>
    <w:rsid w:val="001E526A"/>
    <w:rsid w:val="001E5471"/>
    <w:rsid w:val="001E5476"/>
    <w:rsid w:val="001E6190"/>
    <w:rsid w:val="001E6E29"/>
    <w:rsid w:val="001E757B"/>
    <w:rsid w:val="001F01A9"/>
    <w:rsid w:val="001F0659"/>
    <w:rsid w:val="001F0798"/>
    <w:rsid w:val="001F08C6"/>
    <w:rsid w:val="001F1074"/>
    <w:rsid w:val="001F1921"/>
    <w:rsid w:val="001F1AE0"/>
    <w:rsid w:val="001F1D77"/>
    <w:rsid w:val="001F1DE6"/>
    <w:rsid w:val="001F2023"/>
    <w:rsid w:val="001F2F83"/>
    <w:rsid w:val="001F337F"/>
    <w:rsid w:val="001F3B9D"/>
    <w:rsid w:val="001F419C"/>
    <w:rsid w:val="001F436A"/>
    <w:rsid w:val="001F50E8"/>
    <w:rsid w:val="001F5465"/>
    <w:rsid w:val="001F610F"/>
    <w:rsid w:val="001F7EDC"/>
    <w:rsid w:val="00200008"/>
    <w:rsid w:val="00200C8E"/>
    <w:rsid w:val="00200E2A"/>
    <w:rsid w:val="00202079"/>
    <w:rsid w:val="002032EA"/>
    <w:rsid w:val="00205A05"/>
    <w:rsid w:val="00205E91"/>
    <w:rsid w:val="002061D9"/>
    <w:rsid w:val="00206775"/>
    <w:rsid w:val="00206AAC"/>
    <w:rsid w:val="0020795D"/>
    <w:rsid w:val="00207E48"/>
    <w:rsid w:val="002102C8"/>
    <w:rsid w:val="002107BA"/>
    <w:rsid w:val="0021127D"/>
    <w:rsid w:val="002119A1"/>
    <w:rsid w:val="00212B1B"/>
    <w:rsid w:val="00212BF7"/>
    <w:rsid w:val="00212DE9"/>
    <w:rsid w:val="0021499D"/>
    <w:rsid w:val="00215855"/>
    <w:rsid w:val="00215ED0"/>
    <w:rsid w:val="0021656C"/>
    <w:rsid w:val="00217186"/>
    <w:rsid w:val="0021762D"/>
    <w:rsid w:val="002211DC"/>
    <w:rsid w:val="00221578"/>
    <w:rsid w:val="00221753"/>
    <w:rsid w:val="002220D4"/>
    <w:rsid w:val="0022238A"/>
    <w:rsid w:val="00223062"/>
    <w:rsid w:val="0022394C"/>
    <w:rsid w:val="00224001"/>
    <w:rsid w:val="002240DC"/>
    <w:rsid w:val="00224632"/>
    <w:rsid w:val="00224D35"/>
    <w:rsid w:val="0022581E"/>
    <w:rsid w:val="0022655B"/>
    <w:rsid w:val="00226A26"/>
    <w:rsid w:val="002273C0"/>
    <w:rsid w:val="00227CA8"/>
    <w:rsid w:val="00230254"/>
    <w:rsid w:val="0023040D"/>
    <w:rsid w:val="00230E1D"/>
    <w:rsid w:val="00230EDB"/>
    <w:rsid w:val="00232E61"/>
    <w:rsid w:val="00233006"/>
    <w:rsid w:val="002347DF"/>
    <w:rsid w:val="00235C96"/>
    <w:rsid w:val="00235E25"/>
    <w:rsid w:val="002366AE"/>
    <w:rsid w:val="00237813"/>
    <w:rsid w:val="0024015B"/>
    <w:rsid w:val="00240D1F"/>
    <w:rsid w:val="00241F92"/>
    <w:rsid w:val="00242715"/>
    <w:rsid w:val="00243E1D"/>
    <w:rsid w:val="00243E62"/>
    <w:rsid w:val="0024488B"/>
    <w:rsid w:val="00245697"/>
    <w:rsid w:val="00246275"/>
    <w:rsid w:val="002462A9"/>
    <w:rsid w:val="00250AAE"/>
    <w:rsid w:val="00250AE7"/>
    <w:rsid w:val="002517E2"/>
    <w:rsid w:val="002522CC"/>
    <w:rsid w:val="002526EF"/>
    <w:rsid w:val="00252A87"/>
    <w:rsid w:val="00253A7F"/>
    <w:rsid w:val="00254083"/>
    <w:rsid w:val="0025703F"/>
    <w:rsid w:val="002571A4"/>
    <w:rsid w:val="00257515"/>
    <w:rsid w:val="00257516"/>
    <w:rsid w:val="0026038D"/>
    <w:rsid w:val="00262833"/>
    <w:rsid w:val="00262FE2"/>
    <w:rsid w:val="002630AD"/>
    <w:rsid w:val="002632C6"/>
    <w:rsid w:val="00263A1D"/>
    <w:rsid w:val="002640CA"/>
    <w:rsid w:val="00265664"/>
    <w:rsid w:val="00265A9D"/>
    <w:rsid w:val="0026608F"/>
    <w:rsid w:val="00267EA3"/>
    <w:rsid w:val="00272A3F"/>
    <w:rsid w:val="002739EE"/>
    <w:rsid w:val="00273A4A"/>
    <w:rsid w:val="00273BA8"/>
    <w:rsid w:val="00273FEC"/>
    <w:rsid w:val="00274810"/>
    <w:rsid w:val="0027637D"/>
    <w:rsid w:val="00276CE6"/>
    <w:rsid w:val="002806E6"/>
    <w:rsid w:val="00280E5F"/>
    <w:rsid w:val="002810ED"/>
    <w:rsid w:val="002818DF"/>
    <w:rsid w:val="00283CE1"/>
    <w:rsid w:val="00285A7F"/>
    <w:rsid w:val="00285F73"/>
    <w:rsid w:val="00286454"/>
    <w:rsid w:val="00287352"/>
    <w:rsid w:val="0028758A"/>
    <w:rsid w:val="00287BBB"/>
    <w:rsid w:val="002903F2"/>
    <w:rsid w:val="002903F8"/>
    <w:rsid w:val="002910DA"/>
    <w:rsid w:val="0029141A"/>
    <w:rsid w:val="00291932"/>
    <w:rsid w:val="00291EC1"/>
    <w:rsid w:val="00292FF6"/>
    <w:rsid w:val="00294AF4"/>
    <w:rsid w:val="00295114"/>
    <w:rsid w:val="0029578B"/>
    <w:rsid w:val="002960C2"/>
    <w:rsid w:val="00296204"/>
    <w:rsid w:val="00296232"/>
    <w:rsid w:val="00297D8C"/>
    <w:rsid w:val="002A058D"/>
    <w:rsid w:val="002A0A25"/>
    <w:rsid w:val="002A0CFE"/>
    <w:rsid w:val="002A0E25"/>
    <w:rsid w:val="002A123F"/>
    <w:rsid w:val="002A1485"/>
    <w:rsid w:val="002A2143"/>
    <w:rsid w:val="002A23F2"/>
    <w:rsid w:val="002A2566"/>
    <w:rsid w:val="002A4507"/>
    <w:rsid w:val="002A46CF"/>
    <w:rsid w:val="002A4729"/>
    <w:rsid w:val="002A4842"/>
    <w:rsid w:val="002A4C8D"/>
    <w:rsid w:val="002A5835"/>
    <w:rsid w:val="002A585E"/>
    <w:rsid w:val="002A59B6"/>
    <w:rsid w:val="002A5DD8"/>
    <w:rsid w:val="002A63E4"/>
    <w:rsid w:val="002A6EC5"/>
    <w:rsid w:val="002A7775"/>
    <w:rsid w:val="002A78B0"/>
    <w:rsid w:val="002A7E34"/>
    <w:rsid w:val="002A7F83"/>
    <w:rsid w:val="002B0031"/>
    <w:rsid w:val="002B0B0A"/>
    <w:rsid w:val="002B0E05"/>
    <w:rsid w:val="002B1A47"/>
    <w:rsid w:val="002B1D45"/>
    <w:rsid w:val="002B2D95"/>
    <w:rsid w:val="002B3EA7"/>
    <w:rsid w:val="002B43C8"/>
    <w:rsid w:val="002B489B"/>
    <w:rsid w:val="002B4984"/>
    <w:rsid w:val="002B665A"/>
    <w:rsid w:val="002B69B4"/>
    <w:rsid w:val="002B7496"/>
    <w:rsid w:val="002B7BB0"/>
    <w:rsid w:val="002C001B"/>
    <w:rsid w:val="002C057B"/>
    <w:rsid w:val="002C07A8"/>
    <w:rsid w:val="002C0972"/>
    <w:rsid w:val="002C0C8B"/>
    <w:rsid w:val="002C0C91"/>
    <w:rsid w:val="002C3328"/>
    <w:rsid w:val="002C49DD"/>
    <w:rsid w:val="002C4F27"/>
    <w:rsid w:val="002C577B"/>
    <w:rsid w:val="002C5D94"/>
    <w:rsid w:val="002C6697"/>
    <w:rsid w:val="002C6B0C"/>
    <w:rsid w:val="002C6D49"/>
    <w:rsid w:val="002C6F02"/>
    <w:rsid w:val="002D156B"/>
    <w:rsid w:val="002D1C15"/>
    <w:rsid w:val="002D1C8C"/>
    <w:rsid w:val="002D1EBD"/>
    <w:rsid w:val="002D2103"/>
    <w:rsid w:val="002D2A0A"/>
    <w:rsid w:val="002D35B1"/>
    <w:rsid w:val="002D3E30"/>
    <w:rsid w:val="002D41C3"/>
    <w:rsid w:val="002D41F2"/>
    <w:rsid w:val="002D4AD8"/>
    <w:rsid w:val="002D4E1F"/>
    <w:rsid w:val="002D56C6"/>
    <w:rsid w:val="002D5754"/>
    <w:rsid w:val="002D5DCB"/>
    <w:rsid w:val="002D61DA"/>
    <w:rsid w:val="002D6223"/>
    <w:rsid w:val="002D6C13"/>
    <w:rsid w:val="002D75B5"/>
    <w:rsid w:val="002D79AF"/>
    <w:rsid w:val="002E1977"/>
    <w:rsid w:val="002E1CF8"/>
    <w:rsid w:val="002E2209"/>
    <w:rsid w:val="002E37F5"/>
    <w:rsid w:val="002E3FAA"/>
    <w:rsid w:val="002E4210"/>
    <w:rsid w:val="002E4B8E"/>
    <w:rsid w:val="002E64F1"/>
    <w:rsid w:val="002E6905"/>
    <w:rsid w:val="002E6BE3"/>
    <w:rsid w:val="002E711A"/>
    <w:rsid w:val="002E73FB"/>
    <w:rsid w:val="002E7BB5"/>
    <w:rsid w:val="002F10E3"/>
    <w:rsid w:val="002F19FE"/>
    <w:rsid w:val="002F1A0C"/>
    <w:rsid w:val="002F26C5"/>
    <w:rsid w:val="002F34C6"/>
    <w:rsid w:val="002F36FA"/>
    <w:rsid w:val="002F4CAD"/>
    <w:rsid w:val="002F78C0"/>
    <w:rsid w:val="002F79DF"/>
    <w:rsid w:val="002F7A65"/>
    <w:rsid w:val="002F7E16"/>
    <w:rsid w:val="003004AA"/>
    <w:rsid w:val="00300FD2"/>
    <w:rsid w:val="00301BAB"/>
    <w:rsid w:val="00301C5C"/>
    <w:rsid w:val="0030223C"/>
    <w:rsid w:val="00305451"/>
    <w:rsid w:val="00305693"/>
    <w:rsid w:val="00305A91"/>
    <w:rsid w:val="00305FCD"/>
    <w:rsid w:val="003061D5"/>
    <w:rsid w:val="0030641C"/>
    <w:rsid w:val="00306A27"/>
    <w:rsid w:val="00307683"/>
    <w:rsid w:val="00307B32"/>
    <w:rsid w:val="00310114"/>
    <w:rsid w:val="00312A29"/>
    <w:rsid w:val="00312FE2"/>
    <w:rsid w:val="0031344E"/>
    <w:rsid w:val="00313872"/>
    <w:rsid w:val="00313D61"/>
    <w:rsid w:val="00314ABF"/>
    <w:rsid w:val="003152CF"/>
    <w:rsid w:val="00315325"/>
    <w:rsid w:val="00316535"/>
    <w:rsid w:val="00316952"/>
    <w:rsid w:val="00317B10"/>
    <w:rsid w:val="00320A38"/>
    <w:rsid w:val="00320E43"/>
    <w:rsid w:val="003213FB"/>
    <w:rsid w:val="0032284F"/>
    <w:rsid w:val="00324CB8"/>
    <w:rsid w:val="0032595A"/>
    <w:rsid w:val="0032663A"/>
    <w:rsid w:val="0032676B"/>
    <w:rsid w:val="00327520"/>
    <w:rsid w:val="003318E0"/>
    <w:rsid w:val="00331F9A"/>
    <w:rsid w:val="00331FD9"/>
    <w:rsid w:val="00332D7A"/>
    <w:rsid w:val="00333921"/>
    <w:rsid w:val="00336A23"/>
    <w:rsid w:val="00337131"/>
    <w:rsid w:val="003404FD"/>
    <w:rsid w:val="0034084C"/>
    <w:rsid w:val="00340A7B"/>
    <w:rsid w:val="00340F11"/>
    <w:rsid w:val="00341364"/>
    <w:rsid w:val="003414CE"/>
    <w:rsid w:val="0034436C"/>
    <w:rsid w:val="00344881"/>
    <w:rsid w:val="0034567C"/>
    <w:rsid w:val="00346A71"/>
    <w:rsid w:val="00347A80"/>
    <w:rsid w:val="00351187"/>
    <w:rsid w:val="003512DD"/>
    <w:rsid w:val="00351EA8"/>
    <w:rsid w:val="0035269A"/>
    <w:rsid w:val="00352C34"/>
    <w:rsid w:val="00352C71"/>
    <w:rsid w:val="003530BB"/>
    <w:rsid w:val="00353542"/>
    <w:rsid w:val="00354CAE"/>
    <w:rsid w:val="003550FD"/>
    <w:rsid w:val="003555E3"/>
    <w:rsid w:val="00355BC2"/>
    <w:rsid w:val="0035617F"/>
    <w:rsid w:val="00356492"/>
    <w:rsid w:val="003565B5"/>
    <w:rsid w:val="00356E25"/>
    <w:rsid w:val="0036051F"/>
    <w:rsid w:val="00360F4E"/>
    <w:rsid w:val="003623A5"/>
    <w:rsid w:val="00363B0B"/>
    <w:rsid w:val="00363B30"/>
    <w:rsid w:val="00363BA4"/>
    <w:rsid w:val="00363C4A"/>
    <w:rsid w:val="00365D31"/>
    <w:rsid w:val="00366523"/>
    <w:rsid w:val="003671BB"/>
    <w:rsid w:val="00367A5F"/>
    <w:rsid w:val="003703FD"/>
    <w:rsid w:val="003710D8"/>
    <w:rsid w:val="00371668"/>
    <w:rsid w:val="00371B02"/>
    <w:rsid w:val="00371F8E"/>
    <w:rsid w:val="00372068"/>
    <w:rsid w:val="00372289"/>
    <w:rsid w:val="003729DC"/>
    <w:rsid w:val="00372BAE"/>
    <w:rsid w:val="00373571"/>
    <w:rsid w:val="0037375D"/>
    <w:rsid w:val="00373B58"/>
    <w:rsid w:val="00374DFE"/>
    <w:rsid w:val="0037526C"/>
    <w:rsid w:val="00375C20"/>
    <w:rsid w:val="00376435"/>
    <w:rsid w:val="00377883"/>
    <w:rsid w:val="0038024D"/>
    <w:rsid w:val="00380459"/>
    <w:rsid w:val="00380E49"/>
    <w:rsid w:val="00381196"/>
    <w:rsid w:val="0038239F"/>
    <w:rsid w:val="00382D13"/>
    <w:rsid w:val="003831E2"/>
    <w:rsid w:val="0038336B"/>
    <w:rsid w:val="00384755"/>
    <w:rsid w:val="0038568B"/>
    <w:rsid w:val="00385ADC"/>
    <w:rsid w:val="00385DF0"/>
    <w:rsid w:val="00386817"/>
    <w:rsid w:val="00386E54"/>
    <w:rsid w:val="0038727D"/>
    <w:rsid w:val="00391BBB"/>
    <w:rsid w:val="00391D66"/>
    <w:rsid w:val="003933CB"/>
    <w:rsid w:val="0039356D"/>
    <w:rsid w:val="003940A2"/>
    <w:rsid w:val="003941DF"/>
    <w:rsid w:val="003960D2"/>
    <w:rsid w:val="00396E03"/>
    <w:rsid w:val="003A1022"/>
    <w:rsid w:val="003A2144"/>
    <w:rsid w:val="003A2744"/>
    <w:rsid w:val="003A3427"/>
    <w:rsid w:val="003A38D2"/>
    <w:rsid w:val="003A3E7E"/>
    <w:rsid w:val="003A4416"/>
    <w:rsid w:val="003A44EB"/>
    <w:rsid w:val="003A5421"/>
    <w:rsid w:val="003A7148"/>
    <w:rsid w:val="003B014A"/>
    <w:rsid w:val="003B24BF"/>
    <w:rsid w:val="003B2EA4"/>
    <w:rsid w:val="003B3D4B"/>
    <w:rsid w:val="003B597E"/>
    <w:rsid w:val="003B69CF"/>
    <w:rsid w:val="003B6ECF"/>
    <w:rsid w:val="003B7585"/>
    <w:rsid w:val="003B793C"/>
    <w:rsid w:val="003B7C2E"/>
    <w:rsid w:val="003C0DFA"/>
    <w:rsid w:val="003C1244"/>
    <w:rsid w:val="003C27C3"/>
    <w:rsid w:val="003C284A"/>
    <w:rsid w:val="003C3094"/>
    <w:rsid w:val="003C42CD"/>
    <w:rsid w:val="003C5828"/>
    <w:rsid w:val="003C5EDE"/>
    <w:rsid w:val="003C6D59"/>
    <w:rsid w:val="003C7056"/>
    <w:rsid w:val="003C7718"/>
    <w:rsid w:val="003C7BCC"/>
    <w:rsid w:val="003D00AA"/>
    <w:rsid w:val="003D1054"/>
    <w:rsid w:val="003D124C"/>
    <w:rsid w:val="003D135C"/>
    <w:rsid w:val="003D2155"/>
    <w:rsid w:val="003D308B"/>
    <w:rsid w:val="003D3586"/>
    <w:rsid w:val="003D3EF3"/>
    <w:rsid w:val="003D4C4C"/>
    <w:rsid w:val="003D509E"/>
    <w:rsid w:val="003D5169"/>
    <w:rsid w:val="003D6833"/>
    <w:rsid w:val="003D6901"/>
    <w:rsid w:val="003D6D6F"/>
    <w:rsid w:val="003D7119"/>
    <w:rsid w:val="003E0904"/>
    <w:rsid w:val="003E1019"/>
    <w:rsid w:val="003E21F5"/>
    <w:rsid w:val="003E236F"/>
    <w:rsid w:val="003E2D7E"/>
    <w:rsid w:val="003E2E8A"/>
    <w:rsid w:val="003E3026"/>
    <w:rsid w:val="003E42AB"/>
    <w:rsid w:val="003E4EE4"/>
    <w:rsid w:val="003E504D"/>
    <w:rsid w:val="003E60DD"/>
    <w:rsid w:val="003E699B"/>
    <w:rsid w:val="003E7D95"/>
    <w:rsid w:val="003F0904"/>
    <w:rsid w:val="003F3180"/>
    <w:rsid w:val="003F3376"/>
    <w:rsid w:val="003F35CB"/>
    <w:rsid w:val="003F48AA"/>
    <w:rsid w:val="003F49DE"/>
    <w:rsid w:val="003F52D8"/>
    <w:rsid w:val="003F601D"/>
    <w:rsid w:val="003F6417"/>
    <w:rsid w:val="003F70DA"/>
    <w:rsid w:val="003F782D"/>
    <w:rsid w:val="003F7E5F"/>
    <w:rsid w:val="00400257"/>
    <w:rsid w:val="004003BC"/>
    <w:rsid w:val="00400C2B"/>
    <w:rsid w:val="004017CF"/>
    <w:rsid w:val="00404453"/>
    <w:rsid w:val="00404A1C"/>
    <w:rsid w:val="00404FAE"/>
    <w:rsid w:val="0040508A"/>
    <w:rsid w:val="0040557D"/>
    <w:rsid w:val="00405DB5"/>
    <w:rsid w:val="00405FC9"/>
    <w:rsid w:val="004064A5"/>
    <w:rsid w:val="004070E2"/>
    <w:rsid w:val="004101BE"/>
    <w:rsid w:val="00415357"/>
    <w:rsid w:val="00415508"/>
    <w:rsid w:val="00420885"/>
    <w:rsid w:val="00421227"/>
    <w:rsid w:val="00421398"/>
    <w:rsid w:val="0042172E"/>
    <w:rsid w:val="00421B4E"/>
    <w:rsid w:val="00423E76"/>
    <w:rsid w:val="00423E9A"/>
    <w:rsid w:val="004241B0"/>
    <w:rsid w:val="00424B1F"/>
    <w:rsid w:val="00425050"/>
    <w:rsid w:val="00426E0F"/>
    <w:rsid w:val="0042754D"/>
    <w:rsid w:val="004279EE"/>
    <w:rsid w:val="00430821"/>
    <w:rsid w:val="0043140D"/>
    <w:rsid w:val="004319F2"/>
    <w:rsid w:val="00431D3D"/>
    <w:rsid w:val="00431EE3"/>
    <w:rsid w:val="0043440E"/>
    <w:rsid w:val="0043561F"/>
    <w:rsid w:val="004359CD"/>
    <w:rsid w:val="00435A08"/>
    <w:rsid w:val="00435CD1"/>
    <w:rsid w:val="00435F23"/>
    <w:rsid w:val="00435FEB"/>
    <w:rsid w:val="004371A3"/>
    <w:rsid w:val="00437A08"/>
    <w:rsid w:val="00437E2C"/>
    <w:rsid w:val="00437E3C"/>
    <w:rsid w:val="00440001"/>
    <w:rsid w:val="00440303"/>
    <w:rsid w:val="004414F3"/>
    <w:rsid w:val="00443BAA"/>
    <w:rsid w:val="00444B5B"/>
    <w:rsid w:val="00445BCA"/>
    <w:rsid w:val="004460A2"/>
    <w:rsid w:val="00446C76"/>
    <w:rsid w:val="00447724"/>
    <w:rsid w:val="00447D42"/>
    <w:rsid w:val="00447D43"/>
    <w:rsid w:val="00447DFE"/>
    <w:rsid w:val="00450532"/>
    <w:rsid w:val="00450644"/>
    <w:rsid w:val="00450814"/>
    <w:rsid w:val="00451714"/>
    <w:rsid w:val="00451959"/>
    <w:rsid w:val="00451FFA"/>
    <w:rsid w:val="00452BE7"/>
    <w:rsid w:val="00452F38"/>
    <w:rsid w:val="00454110"/>
    <w:rsid w:val="0045414D"/>
    <w:rsid w:val="00454E0F"/>
    <w:rsid w:val="00457909"/>
    <w:rsid w:val="0046012C"/>
    <w:rsid w:val="004609F1"/>
    <w:rsid w:val="0046159C"/>
    <w:rsid w:val="0046164B"/>
    <w:rsid w:val="00462088"/>
    <w:rsid w:val="00462F91"/>
    <w:rsid w:val="004637AD"/>
    <w:rsid w:val="004641ED"/>
    <w:rsid w:val="0046494E"/>
    <w:rsid w:val="00465B63"/>
    <w:rsid w:val="00466889"/>
    <w:rsid w:val="0047007F"/>
    <w:rsid w:val="004701D7"/>
    <w:rsid w:val="00470880"/>
    <w:rsid w:val="00470DD8"/>
    <w:rsid w:val="00470EB3"/>
    <w:rsid w:val="004716E3"/>
    <w:rsid w:val="00471869"/>
    <w:rsid w:val="0047455A"/>
    <w:rsid w:val="0047478F"/>
    <w:rsid w:val="004747B6"/>
    <w:rsid w:val="00474D7B"/>
    <w:rsid w:val="00475650"/>
    <w:rsid w:val="004757B4"/>
    <w:rsid w:val="00476A16"/>
    <w:rsid w:val="00477E3F"/>
    <w:rsid w:val="004802E0"/>
    <w:rsid w:val="0048093E"/>
    <w:rsid w:val="00480CEB"/>
    <w:rsid w:val="00481FC2"/>
    <w:rsid w:val="004828CD"/>
    <w:rsid w:val="00483AAC"/>
    <w:rsid w:val="00484C9E"/>
    <w:rsid w:val="00486264"/>
    <w:rsid w:val="00486429"/>
    <w:rsid w:val="00486946"/>
    <w:rsid w:val="00486D2C"/>
    <w:rsid w:val="00487CFC"/>
    <w:rsid w:val="00487E4E"/>
    <w:rsid w:val="0049026C"/>
    <w:rsid w:val="00490704"/>
    <w:rsid w:val="0049093E"/>
    <w:rsid w:val="00490F35"/>
    <w:rsid w:val="004921BA"/>
    <w:rsid w:val="00492634"/>
    <w:rsid w:val="0049308A"/>
    <w:rsid w:val="00493883"/>
    <w:rsid w:val="00495E36"/>
    <w:rsid w:val="00497645"/>
    <w:rsid w:val="004A047E"/>
    <w:rsid w:val="004A0E3D"/>
    <w:rsid w:val="004A2259"/>
    <w:rsid w:val="004A2A55"/>
    <w:rsid w:val="004A3BC1"/>
    <w:rsid w:val="004A3BCE"/>
    <w:rsid w:val="004A4D13"/>
    <w:rsid w:val="004A762F"/>
    <w:rsid w:val="004A76B3"/>
    <w:rsid w:val="004A78BF"/>
    <w:rsid w:val="004B01F3"/>
    <w:rsid w:val="004B08F3"/>
    <w:rsid w:val="004B0B2C"/>
    <w:rsid w:val="004B12EC"/>
    <w:rsid w:val="004B21BF"/>
    <w:rsid w:val="004B248D"/>
    <w:rsid w:val="004B2E3A"/>
    <w:rsid w:val="004B412D"/>
    <w:rsid w:val="004B485C"/>
    <w:rsid w:val="004B4CB2"/>
    <w:rsid w:val="004B57DA"/>
    <w:rsid w:val="004B6BBF"/>
    <w:rsid w:val="004B70B2"/>
    <w:rsid w:val="004B7BCC"/>
    <w:rsid w:val="004B7EAF"/>
    <w:rsid w:val="004C08F5"/>
    <w:rsid w:val="004C152E"/>
    <w:rsid w:val="004C185F"/>
    <w:rsid w:val="004C1B1E"/>
    <w:rsid w:val="004C1D89"/>
    <w:rsid w:val="004C2A18"/>
    <w:rsid w:val="004C3A5A"/>
    <w:rsid w:val="004C4A5F"/>
    <w:rsid w:val="004C4B2F"/>
    <w:rsid w:val="004C5226"/>
    <w:rsid w:val="004C5F56"/>
    <w:rsid w:val="004C64A2"/>
    <w:rsid w:val="004C6E08"/>
    <w:rsid w:val="004D0350"/>
    <w:rsid w:val="004D1B22"/>
    <w:rsid w:val="004D1C3B"/>
    <w:rsid w:val="004D272F"/>
    <w:rsid w:val="004D2E96"/>
    <w:rsid w:val="004D3E8D"/>
    <w:rsid w:val="004D4B20"/>
    <w:rsid w:val="004D5758"/>
    <w:rsid w:val="004D6DF7"/>
    <w:rsid w:val="004D6E91"/>
    <w:rsid w:val="004D71AD"/>
    <w:rsid w:val="004D74D6"/>
    <w:rsid w:val="004E0450"/>
    <w:rsid w:val="004E0AD8"/>
    <w:rsid w:val="004E0FA1"/>
    <w:rsid w:val="004E1BD2"/>
    <w:rsid w:val="004E28D5"/>
    <w:rsid w:val="004E3419"/>
    <w:rsid w:val="004E36FF"/>
    <w:rsid w:val="004E42AD"/>
    <w:rsid w:val="004E4317"/>
    <w:rsid w:val="004E43D9"/>
    <w:rsid w:val="004E6561"/>
    <w:rsid w:val="004E6B4D"/>
    <w:rsid w:val="004E712A"/>
    <w:rsid w:val="004E7194"/>
    <w:rsid w:val="004E7F83"/>
    <w:rsid w:val="004F0B5C"/>
    <w:rsid w:val="004F11EE"/>
    <w:rsid w:val="004F128A"/>
    <w:rsid w:val="004F18BC"/>
    <w:rsid w:val="004F1EE9"/>
    <w:rsid w:val="004F207A"/>
    <w:rsid w:val="004F288A"/>
    <w:rsid w:val="004F288E"/>
    <w:rsid w:val="004F28CB"/>
    <w:rsid w:val="004F5A06"/>
    <w:rsid w:val="004F6A8C"/>
    <w:rsid w:val="004F6E60"/>
    <w:rsid w:val="00500467"/>
    <w:rsid w:val="00501148"/>
    <w:rsid w:val="00501CE6"/>
    <w:rsid w:val="005038C9"/>
    <w:rsid w:val="00503E1B"/>
    <w:rsid w:val="005046FA"/>
    <w:rsid w:val="005047E5"/>
    <w:rsid w:val="00504DBA"/>
    <w:rsid w:val="00504FCF"/>
    <w:rsid w:val="00505D9B"/>
    <w:rsid w:val="00506865"/>
    <w:rsid w:val="00507039"/>
    <w:rsid w:val="00507CFA"/>
    <w:rsid w:val="00511DD4"/>
    <w:rsid w:val="00511E58"/>
    <w:rsid w:val="005122CD"/>
    <w:rsid w:val="005122E8"/>
    <w:rsid w:val="00512368"/>
    <w:rsid w:val="0051265E"/>
    <w:rsid w:val="005134F1"/>
    <w:rsid w:val="00513F57"/>
    <w:rsid w:val="005143F0"/>
    <w:rsid w:val="0051464F"/>
    <w:rsid w:val="005150E4"/>
    <w:rsid w:val="00515195"/>
    <w:rsid w:val="005151F4"/>
    <w:rsid w:val="00515778"/>
    <w:rsid w:val="0051644E"/>
    <w:rsid w:val="00516B29"/>
    <w:rsid w:val="00520437"/>
    <w:rsid w:val="00520AA2"/>
    <w:rsid w:val="005224DA"/>
    <w:rsid w:val="00523078"/>
    <w:rsid w:val="00525758"/>
    <w:rsid w:val="00525DE1"/>
    <w:rsid w:val="00525EA3"/>
    <w:rsid w:val="00526C58"/>
    <w:rsid w:val="00527442"/>
    <w:rsid w:val="00530A9C"/>
    <w:rsid w:val="005311C2"/>
    <w:rsid w:val="0053142C"/>
    <w:rsid w:val="00531C41"/>
    <w:rsid w:val="005321DB"/>
    <w:rsid w:val="00532935"/>
    <w:rsid w:val="0053343F"/>
    <w:rsid w:val="00533626"/>
    <w:rsid w:val="005356BB"/>
    <w:rsid w:val="0053571C"/>
    <w:rsid w:val="00535866"/>
    <w:rsid w:val="00536D70"/>
    <w:rsid w:val="00540E52"/>
    <w:rsid w:val="005414A4"/>
    <w:rsid w:val="0054188F"/>
    <w:rsid w:val="00541B30"/>
    <w:rsid w:val="00542524"/>
    <w:rsid w:val="00543E87"/>
    <w:rsid w:val="0054407F"/>
    <w:rsid w:val="00544979"/>
    <w:rsid w:val="005454A6"/>
    <w:rsid w:val="00545E76"/>
    <w:rsid w:val="00546064"/>
    <w:rsid w:val="0054761A"/>
    <w:rsid w:val="00547809"/>
    <w:rsid w:val="00547885"/>
    <w:rsid w:val="00547A02"/>
    <w:rsid w:val="00547F3A"/>
    <w:rsid w:val="00550F68"/>
    <w:rsid w:val="0055238C"/>
    <w:rsid w:val="00552B54"/>
    <w:rsid w:val="005540E2"/>
    <w:rsid w:val="005547BC"/>
    <w:rsid w:val="0055535D"/>
    <w:rsid w:val="00555BFF"/>
    <w:rsid w:val="00557E62"/>
    <w:rsid w:val="005616B3"/>
    <w:rsid w:val="00562B39"/>
    <w:rsid w:val="005637FA"/>
    <w:rsid w:val="00563ACF"/>
    <w:rsid w:val="00565247"/>
    <w:rsid w:val="0056630E"/>
    <w:rsid w:val="005670EB"/>
    <w:rsid w:val="00567506"/>
    <w:rsid w:val="00567FB1"/>
    <w:rsid w:val="005701B6"/>
    <w:rsid w:val="005719E6"/>
    <w:rsid w:val="0057295A"/>
    <w:rsid w:val="005730DC"/>
    <w:rsid w:val="00574736"/>
    <w:rsid w:val="005750E6"/>
    <w:rsid w:val="00575433"/>
    <w:rsid w:val="005767A3"/>
    <w:rsid w:val="00576A9E"/>
    <w:rsid w:val="00576FEF"/>
    <w:rsid w:val="005775E3"/>
    <w:rsid w:val="00577D8B"/>
    <w:rsid w:val="0058057F"/>
    <w:rsid w:val="00580ACF"/>
    <w:rsid w:val="0058148F"/>
    <w:rsid w:val="005819FE"/>
    <w:rsid w:val="0058231E"/>
    <w:rsid w:val="00582C41"/>
    <w:rsid w:val="00583E93"/>
    <w:rsid w:val="00584051"/>
    <w:rsid w:val="00585B72"/>
    <w:rsid w:val="00585FA8"/>
    <w:rsid w:val="00586A97"/>
    <w:rsid w:val="00586FF3"/>
    <w:rsid w:val="0058731C"/>
    <w:rsid w:val="00590465"/>
    <w:rsid w:val="005909D6"/>
    <w:rsid w:val="00590A56"/>
    <w:rsid w:val="0059121E"/>
    <w:rsid w:val="00592279"/>
    <w:rsid w:val="005925A9"/>
    <w:rsid w:val="005925BE"/>
    <w:rsid w:val="005928B4"/>
    <w:rsid w:val="0059307D"/>
    <w:rsid w:val="005931EE"/>
    <w:rsid w:val="00593797"/>
    <w:rsid w:val="005942E9"/>
    <w:rsid w:val="00594719"/>
    <w:rsid w:val="005947E1"/>
    <w:rsid w:val="00595205"/>
    <w:rsid w:val="005959F0"/>
    <w:rsid w:val="0059603F"/>
    <w:rsid w:val="00596274"/>
    <w:rsid w:val="005968F3"/>
    <w:rsid w:val="00596DFA"/>
    <w:rsid w:val="00597D27"/>
    <w:rsid w:val="005A0153"/>
    <w:rsid w:val="005A01FC"/>
    <w:rsid w:val="005A026D"/>
    <w:rsid w:val="005A19BD"/>
    <w:rsid w:val="005A1B46"/>
    <w:rsid w:val="005A1F2F"/>
    <w:rsid w:val="005A2A18"/>
    <w:rsid w:val="005A3BA3"/>
    <w:rsid w:val="005A44AB"/>
    <w:rsid w:val="005A467F"/>
    <w:rsid w:val="005A7E66"/>
    <w:rsid w:val="005B0BEB"/>
    <w:rsid w:val="005B1161"/>
    <w:rsid w:val="005B2C63"/>
    <w:rsid w:val="005B393E"/>
    <w:rsid w:val="005B3E27"/>
    <w:rsid w:val="005B456C"/>
    <w:rsid w:val="005B5165"/>
    <w:rsid w:val="005B62F2"/>
    <w:rsid w:val="005B6553"/>
    <w:rsid w:val="005B6B02"/>
    <w:rsid w:val="005C0A50"/>
    <w:rsid w:val="005C0CDB"/>
    <w:rsid w:val="005C0F61"/>
    <w:rsid w:val="005C12A2"/>
    <w:rsid w:val="005C18FA"/>
    <w:rsid w:val="005C1CEB"/>
    <w:rsid w:val="005C1DE4"/>
    <w:rsid w:val="005C1EA5"/>
    <w:rsid w:val="005C2AA6"/>
    <w:rsid w:val="005C3780"/>
    <w:rsid w:val="005C3B8D"/>
    <w:rsid w:val="005C5013"/>
    <w:rsid w:val="005C5133"/>
    <w:rsid w:val="005C5EE8"/>
    <w:rsid w:val="005C5F68"/>
    <w:rsid w:val="005C5F70"/>
    <w:rsid w:val="005C6DF2"/>
    <w:rsid w:val="005C72A0"/>
    <w:rsid w:val="005C7AF5"/>
    <w:rsid w:val="005C7B78"/>
    <w:rsid w:val="005C7DEC"/>
    <w:rsid w:val="005C7F0A"/>
    <w:rsid w:val="005D0220"/>
    <w:rsid w:val="005D0BA7"/>
    <w:rsid w:val="005D173D"/>
    <w:rsid w:val="005D2433"/>
    <w:rsid w:val="005D2BC1"/>
    <w:rsid w:val="005D4164"/>
    <w:rsid w:val="005D575E"/>
    <w:rsid w:val="005D61A5"/>
    <w:rsid w:val="005D6FDB"/>
    <w:rsid w:val="005D7449"/>
    <w:rsid w:val="005E022A"/>
    <w:rsid w:val="005E033A"/>
    <w:rsid w:val="005E048A"/>
    <w:rsid w:val="005E0741"/>
    <w:rsid w:val="005E246C"/>
    <w:rsid w:val="005E3801"/>
    <w:rsid w:val="005E4285"/>
    <w:rsid w:val="005E55A5"/>
    <w:rsid w:val="005E6655"/>
    <w:rsid w:val="005E7156"/>
    <w:rsid w:val="005E797E"/>
    <w:rsid w:val="005E7CE6"/>
    <w:rsid w:val="005F0745"/>
    <w:rsid w:val="005F0B72"/>
    <w:rsid w:val="005F1099"/>
    <w:rsid w:val="005F13F9"/>
    <w:rsid w:val="005F142B"/>
    <w:rsid w:val="005F1BEA"/>
    <w:rsid w:val="005F22D4"/>
    <w:rsid w:val="005F2C55"/>
    <w:rsid w:val="005F32C5"/>
    <w:rsid w:val="005F4843"/>
    <w:rsid w:val="005F52F8"/>
    <w:rsid w:val="005F67DF"/>
    <w:rsid w:val="005F68EC"/>
    <w:rsid w:val="005F7524"/>
    <w:rsid w:val="00600A63"/>
    <w:rsid w:val="00601A69"/>
    <w:rsid w:val="00602468"/>
    <w:rsid w:val="00603E93"/>
    <w:rsid w:val="00605A59"/>
    <w:rsid w:val="00605F8D"/>
    <w:rsid w:val="00607224"/>
    <w:rsid w:val="006075B9"/>
    <w:rsid w:val="006076D0"/>
    <w:rsid w:val="00610A89"/>
    <w:rsid w:val="006112E5"/>
    <w:rsid w:val="00611F00"/>
    <w:rsid w:val="00612470"/>
    <w:rsid w:val="0061361E"/>
    <w:rsid w:val="00613BFB"/>
    <w:rsid w:val="00614B64"/>
    <w:rsid w:val="00615A3D"/>
    <w:rsid w:val="00615EBC"/>
    <w:rsid w:val="00617D8A"/>
    <w:rsid w:val="0062232A"/>
    <w:rsid w:val="00622991"/>
    <w:rsid w:val="00622A26"/>
    <w:rsid w:val="00623388"/>
    <w:rsid w:val="006233A8"/>
    <w:rsid w:val="00624B5B"/>
    <w:rsid w:val="00624C9E"/>
    <w:rsid w:val="006254E2"/>
    <w:rsid w:val="006255CB"/>
    <w:rsid w:val="0062697E"/>
    <w:rsid w:val="00626B25"/>
    <w:rsid w:val="00626E90"/>
    <w:rsid w:val="00630961"/>
    <w:rsid w:val="006325DC"/>
    <w:rsid w:val="00633AA9"/>
    <w:rsid w:val="0063441F"/>
    <w:rsid w:val="00634E33"/>
    <w:rsid w:val="0063510B"/>
    <w:rsid w:val="00635A1F"/>
    <w:rsid w:val="00635F13"/>
    <w:rsid w:val="00636946"/>
    <w:rsid w:val="00637251"/>
    <w:rsid w:val="00637749"/>
    <w:rsid w:val="00637999"/>
    <w:rsid w:val="00637A73"/>
    <w:rsid w:val="00637BAE"/>
    <w:rsid w:val="0064436C"/>
    <w:rsid w:val="006443DF"/>
    <w:rsid w:val="00645796"/>
    <w:rsid w:val="00645C8D"/>
    <w:rsid w:val="00647FE4"/>
    <w:rsid w:val="0065020E"/>
    <w:rsid w:val="00650264"/>
    <w:rsid w:val="006502EA"/>
    <w:rsid w:val="00650634"/>
    <w:rsid w:val="0065113F"/>
    <w:rsid w:val="00651C85"/>
    <w:rsid w:val="00652C1C"/>
    <w:rsid w:val="0065363E"/>
    <w:rsid w:val="0065506E"/>
    <w:rsid w:val="006556E1"/>
    <w:rsid w:val="00655773"/>
    <w:rsid w:val="00655B93"/>
    <w:rsid w:val="00657013"/>
    <w:rsid w:val="0065730E"/>
    <w:rsid w:val="00660581"/>
    <w:rsid w:val="00660D00"/>
    <w:rsid w:val="00660F3D"/>
    <w:rsid w:val="006612FF"/>
    <w:rsid w:val="00661651"/>
    <w:rsid w:val="00662B81"/>
    <w:rsid w:val="00664613"/>
    <w:rsid w:val="0066472A"/>
    <w:rsid w:val="0066489C"/>
    <w:rsid w:val="00664AFF"/>
    <w:rsid w:val="00664EBB"/>
    <w:rsid w:val="00664F4B"/>
    <w:rsid w:val="00665F83"/>
    <w:rsid w:val="006673C4"/>
    <w:rsid w:val="0067098F"/>
    <w:rsid w:val="00670990"/>
    <w:rsid w:val="006719E2"/>
    <w:rsid w:val="006728B1"/>
    <w:rsid w:val="00672C49"/>
    <w:rsid w:val="006730A1"/>
    <w:rsid w:val="0067325E"/>
    <w:rsid w:val="00673383"/>
    <w:rsid w:val="006743C7"/>
    <w:rsid w:val="006746F3"/>
    <w:rsid w:val="00674D84"/>
    <w:rsid w:val="0067513C"/>
    <w:rsid w:val="006762D2"/>
    <w:rsid w:val="00677205"/>
    <w:rsid w:val="00677700"/>
    <w:rsid w:val="0067783E"/>
    <w:rsid w:val="00677D3D"/>
    <w:rsid w:val="00677DCF"/>
    <w:rsid w:val="00680571"/>
    <w:rsid w:val="0068100A"/>
    <w:rsid w:val="00681872"/>
    <w:rsid w:val="006820A8"/>
    <w:rsid w:val="00682437"/>
    <w:rsid w:val="00682483"/>
    <w:rsid w:val="006831CA"/>
    <w:rsid w:val="006834A3"/>
    <w:rsid w:val="0068491A"/>
    <w:rsid w:val="00685C4B"/>
    <w:rsid w:val="006863EF"/>
    <w:rsid w:val="006875B3"/>
    <w:rsid w:val="006902E9"/>
    <w:rsid w:val="0069048F"/>
    <w:rsid w:val="00690EA5"/>
    <w:rsid w:val="00691665"/>
    <w:rsid w:val="00692032"/>
    <w:rsid w:val="00692849"/>
    <w:rsid w:val="00692DFC"/>
    <w:rsid w:val="00692EC7"/>
    <w:rsid w:val="00693168"/>
    <w:rsid w:val="00694C49"/>
    <w:rsid w:val="00694FC9"/>
    <w:rsid w:val="0069566A"/>
    <w:rsid w:val="0069768E"/>
    <w:rsid w:val="006A2AAF"/>
    <w:rsid w:val="006A2DF2"/>
    <w:rsid w:val="006A334B"/>
    <w:rsid w:val="006A3911"/>
    <w:rsid w:val="006A46D3"/>
    <w:rsid w:val="006A56AD"/>
    <w:rsid w:val="006A599B"/>
    <w:rsid w:val="006A5CD2"/>
    <w:rsid w:val="006A67CB"/>
    <w:rsid w:val="006A6A03"/>
    <w:rsid w:val="006A73EF"/>
    <w:rsid w:val="006A7BE5"/>
    <w:rsid w:val="006B08BB"/>
    <w:rsid w:val="006B175E"/>
    <w:rsid w:val="006B1CE5"/>
    <w:rsid w:val="006B317D"/>
    <w:rsid w:val="006B3744"/>
    <w:rsid w:val="006B4810"/>
    <w:rsid w:val="006B4991"/>
    <w:rsid w:val="006B4D0A"/>
    <w:rsid w:val="006B52C2"/>
    <w:rsid w:val="006B57A5"/>
    <w:rsid w:val="006B5A2E"/>
    <w:rsid w:val="006B5C5D"/>
    <w:rsid w:val="006B6386"/>
    <w:rsid w:val="006C0614"/>
    <w:rsid w:val="006C0CE4"/>
    <w:rsid w:val="006C137B"/>
    <w:rsid w:val="006C256E"/>
    <w:rsid w:val="006C2996"/>
    <w:rsid w:val="006C2B3C"/>
    <w:rsid w:val="006C301D"/>
    <w:rsid w:val="006C3924"/>
    <w:rsid w:val="006C403A"/>
    <w:rsid w:val="006C4A27"/>
    <w:rsid w:val="006C5B97"/>
    <w:rsid w:val="006C6686"/>
    <w:rsid w:val="006C6B49"/>
    <w:rsid w:val="006D0398"/>
    <w:rsid w:val="006D231F"/>
    <w:rsid w:val="006D2F12"/>
    <w:rsid w:val="006D31F0"/>
    <w:rsid w:val="006D39C8"/>
    <w:rsid w:val="006D3D0E"/>
    <w:rsid w:val="006D4C2C"/>
    <w:rsid w:val="006D4D18"/>
    <w:rsid w:val="006D4DDB"/>
    <w:rsid w:val="006D5141"/>
    <w:rsid w:val="006D789B"/>
    <w:rsid w:val="006E0DC7"/>
    <w:rsid w:val="006E10FB"/>
    <w:rsid w:val="006E153F"/>
    <w:rsid w:val="006E19B2"/>
    <w:rsid w:val="006E1C0B"/>
    <w:rsid w:val="006E23D5"/>
    <w:rsid w:val="006E2E2C"/>
    <w:rsid w:val="006E3BB7"/>
    <w:rsid w:val="006E4F26"/>
    <w:rsid w:val="006E50A3"/>
    <w:rsid w:val="006E5B02"/>
    <w:rsid w:val="006E66DD"/>
    <w:rsid w:val="006E6F2F"/>
    <w:rsid w:val="006E741F"/>
    <w:rsid w:val="006E7CD3"/>
    <w:rsid w:val="006F01C4"/>
    <w:rsid w:val="006F0357"/>
    <w:rsid w:val="006F0BC5"/>
    <w:rsid w:val="006F10AB"/>
    <w:rsid w:val="006F1D90"/>
    <w:rsid w:val="006F36ED"/>
    <w:rsid w:val="006F42DA"/>
    <w:rsid w:val="006F43D8"/>
    <w:rsid w:val="006F651E"/>
    <w:rsid w:val="006F7B32"/>
    <w:rsid w:val="006F7BB2"/>
    <w:rsid w:val="006F7C73"/>
    <w:rsid w:val="007015F9"/>
    <w:rsid w:val="00701625"/>
    <w:rsid w:val="007022C3"/>
    <w:rsid w:val="00702BD5"/>
    <w:rsid w:val="00702E3C"/>
    <w:rsid w:val="00702E50"/>
    <w:rsid w:val="007031E4"/>
    <w:rsid w:val="0070338A"/>
    <w:rsid w:val="00704C1D"/>
    <w:rsid w:val="00704F9E"/>
    <w:rsid w:val="00705631"/>
    <w:rsid w:val="00705EDE"/>
    <w:rsid w:val="0070625A"/>
    <w:rsid w:val="007101BC"/>
    <w:rsid w:val="0071079F"/>
    <w:rsid w:val="007124C8"/>
    <w:rsid w:val="00713D74"/>
    <w:rsid w:val="00714C8D"/>
    <w:rsid w:val="007155DC"/>
    <w:rsid w:val="00715FB7"/>
    <w:rsid w:val="007164F7"/>
    <w:rsid w:val="00717D9C"/>
    <w:rsid w:val="00717F6B"/>
    <w:rsid w:val="007202DD"/>
    <w:rsid w:val="00720C53"/>
    <w:rsid w:val="0072115F"/>
    <w:rsid w:val="0072125D"/>
    <w:rsid w:val="0072181E"/>
    <w:rsid w:val="00721A80"/>
    <w:rsid w:val="007232AC"/>
    <w:rsid w:val="007259C6"/>
    <w:rsid w:val="007259C9"/>
    <w:rsid w:val="00725AE4"/>
    <w:rsid w:val="00726EE9"/>
    <w:rsid w:val="0072712F"/>
    <w:rsid w:val="007278AE"/>
    <w:rsid w:val="00730213"/>
    <w:rsid w:val="007302C3"/>
    <w:rsid w:val="00733349"/>
    <w:rsid w:val="00733F42"/>
    <w:rsid w:val="007344E3"/>
    <w:rsid w:val="007348B8"/>
    <w:rsid w:val="007368F2"/>
    <w:rsid w:val="00740060"/>
    <w:rsid w:val="00740AF2"/>
    <w:rsid w:val="00741694"/>
    <w:rsid w:val="00742D41"/>
    <w:rsid w:val="007443C6"/>
    <w:rsid w:val="00744F66"/>
    <w:rsid w:val="007453D4"/>
    <w:rsid w:val="007453E8"/>
    <w:rsid w:val="00747AA1"/>
    <w:rsid w:val="00751D8D"/>
    <w:rsid w:val="0075210E"/>
    <w:rsid w:val="00753482"/>
    <w:rsid w:val="0075495C"/>
    <w:rsid w:val="007552DB"/>
    <w:rsid w:val="0075608F"/>
    <w:rsid w:val="00756245"/>
    <w:rsid w:val="0075672D"/>
    <w:rsid w:val="00756DC5"/>
    <w:rsid w:val="00756F55"/>
    <w:rsid w:val="00756F75"/>
    <w:rsid w:val="007574E3"/>
    <w:rsid w:val="0076004C"/>
    <w:rsid w:val="007600F4"/>
    <w:rsid w:val="0076013A"/>
    <w:rsid w:val="00760528"/>
    <w:rsid w:val="0076269F"/>
    <w:rsid w:val="007626A5"/>
    <w:rsid w:val="00762D88"/>
    <w:rsid w:val="007641FB"/>
    <w:rsid w:val="00764DE9"/>
    <w:rsid w:val="00765C9B"/>
    <w:rsid w:val="00766270"/>
    <w:rsid w:val="007667E9"/>
    <w:rsid w:val="007669B0"/>
    <w:rsid w:val="00771FD8"/>
    <w:rsid w:val="00772BFD"/>
    <w:rsid w:val="00772EFF"/>
    <w:rsid w:val="0077417A"/>
    <w:rsid w:val="0077517F"/>
    <w:rsid w:val="007761F7"/>
    <w:rsid w:val="0077625D"/>
    <w:rsid w:val="00776548"/>
    <w:rsid w:val="007775CF"/>
    <w:rsid w:val="007801FD"/>
    <w:rsid w:val="00780774"/>
    <w:rsid w:val="0078140D"/>
    <w:rsid w:val="00783055"/>
    <w:rsid w:val="00784471"/>
    <w:rsid w:val="007845DC"/>
    <w:rsid w:val="00785789"/>
    <w:rsid w:val="00785C31"/>
    <w:rsid w:val="00785FA5"/>
    <w:rsid w:val="007868A1"/>
    <w:rsid w:val="00787789"/>
    <w:rsid w:val="00790E50"/>
    <w:rsid w:val="007910AA"/>
    <w:rsid w:val="00791FCB"/>
    <w:rsid w:val="00794B0C"/>
    <w:rsid w:val="00794CB7"/>
    <w:rsid w:val="0079575B"/>
    <w:rsid w:val="0079640A"/>
    <w:rsid w:val="00796485"/>
    <w:rsid w:val="00796715"/>
    <w:rsid w:val="0079741D"/>
    <w:rsid w:val="007978BF"/>
    <w:rsid w:val="007A064D"/>
    <w:rsid w:val="007A11EF"/>
    <w:rsid w:val="007A17F2"/>
    <w:rsid w:val="007A1EEA"/>
    <w:rsid w:val="007A237A"/>
    <w:rsid w:val="007A332A"/>
    <w:rsid w:val="007A3ECF"/>
    <w:rsid w:val="007A62F8"/>
    <w:rsid w:val="007A6C42"/>
    <w:rsid w:val="007A6D1E"/>
    <w:rsid w:val="007A6F2B"/>
    <w:rsid w:val="007A75F5"/>
    <w:rsid w:val="007B08D2"/>
    <w:rsid w:val="007B0D1C"/>
    <w:rsid w:val="007B1DB0"/>
    <w:rsid w:val="007B2B0B"/>
    <w:rsid w:val="007B3788"/>
    <w:rsid w:val="007B3EC2"/>
    <w:rsid w:val="007B6808"/>
    <w:rsid w:val="007B7842"/>
    <w:rsid w:val="007B79E1"/>
    <w:rsid w:val="007B7E8F"/>
    <w:rsid w:val="007C2E25"/>
    <w:rsid w:val="007C5105"/>
    <w:rsid w:val="007C5D37"/>
    <w:rsid w:val="007C64FA"/>
    <w:rsid w:val="007C68F2"/>
    <w:rsid w:val="007C6A3D"/>
    <w:rsid w:val="007C706E"/>
    <w:rsid w:val="007C776C"/>
    <w:rsid w:val="007C78A2"/>
    <w:rsid w:val="007D0E42"/>
    <w:rsid w:val="007D19B4"/>
    <w:rsid w:val="007D1E55"/>
    <w:rsid w:val="007D2249"/>
    <w:rsid w:val="007D23B7"/>
    <w:rsid w:val="007D2A35"/>
    <w:rsid w:val="007D406E"/>
    <w:rsid w:val="007D59A0"/>
    <w:rsid w:val="007D6D11"/>
    <w:rsid w:val="007D6E6D"/>
    <w:rsid w:val="007D70BB"/>
    <w:rsid w:val="007D79F9"/>
    <w:rsid w:val="007E06B4"/>
    <w:rsid w:val="007E082A"/>
    <w:rsid w:val="007E16E6"/>
    <w:rsid w:val="007E1E86"/>
    <w:rsid w:val="007E2364"/>
    <w:rsid w:val="007E2C15"/>
    <w:rsid w:val="007E2F6A"/>
    <w:rsid w:val="007E3647"/>
    <w:rsid w:val="007E391E"/>
    <w:rsid w:val="007E3F81"/>
    <w:rsid w:val="007E46EB"/>
    <w:rsid w:val="007E512E"/>
    <w:rsid w:val="007E55EC"/>
    <w:rsid w:val="007E7ABF"/>
    <w:rsid w:val="007E7B1C"/>
    <w:rsid w:val="007E7E2E"/>
    <w:rsid w:val="007F0014"/>
    <w:rsid w:val="007F0057"/>
    <w:rsid w:val="007F057E"/>
    <w:rsid w:val="007F0F43"/>
    <w:rsid w:val="007F1000"/>
    <w:rsid w:val="007F2978"/>
    <w:rsid w:val="007F2E3C"/>
    <w:rsid w:val="007F4FC1"/>
    <w:rsid w:val="007F5B43"/>
    <w:rsid w:val="007F69C0"/>
    <w:rsid w:val="007F6A38"/>
    <w:rsid w:val="0080138E"/>
    <w:rsid w:val="00801B97"/>
    <w:rsid w:val="00802736"/>
    <w:rsid w:val="00802D26"/>
    <w:rsid w:val="008032E8"/>
    <w:rsid w:val="008033EC"/>
    <w:rsid w:val="00803BE4"/>
    <w:rsid w:val="008053BD"/>
    <w:rsid w:val="00805D21"/>
    <w:rsid w:val="008069E0"/>
    <w:rsid w:val="00810434"/>
    <w:rsid w:val="00810A02"/>
    <w:rsid w:val="00810F51"/>
    <w:rsid w:val="00811240"/>
    <w:rsid w:val="008131C6"/>
    <w:rsid w:val="008131F3"/>
    <w:rsid w:val="00813284"/>
    <w:rsid w:val="008132EA"/>
    <w:rsid w:val="008136EE"/>
    <w:rsid w:val="00813AAB"/>
    <w:rsid w:val="00813C93"/>
    <w:rsid w:val="00813DAC"/>
    <w:rsid w:val="0081493B"/>
    <w:rsid w:val="008163E1"/>
    <w:rsid w:val="0082012D"/>
    <w:rsid w:val="00820282"/>
    <w:rsid w:val="008204F8"/>
    <w:rsid w:val="00820B52"/>
    <w:rsid w:val="00820BD7"/>
    <w:rsid w:val="00821060"/>
    <w:rsid w:val="0082274A"/>
    <w:rsid w:val="00822B52"/>
    <w:rsid w:val="00822D1E"/>
    <w:rsid w:val="00822D38"/>
    <w:rsid w:val="0082457D"/>
    <w:rsid w:val="00825E1D"/>
    <w:rsid w:val="00827644"/>
    <w:rsid w:val="00827BCC"/>
    <w:rsid w:val="00827F37"/>
    <w:rsid w:val="00831D76"/>
    <w:rsid w:val="00831F3D"/>
    <w:rsid w:val="00832DF5"/>
    <w:rsid w:val="00833643"/>
    <w:rsid w:val="00833D4A"/>
    <w:rsid w:val="00833FA6"/>
    <w:rsid w:val="0083430A"/>
    <w:rsid w:val="00835B39"/>
    <w:rsid w:val="0084080C"/>
    <w:rsid w:val="008416C8"/>
    <w:rsid w:val="00841E57"/>
    <w:rsid w:val="00843BF6"/>
    <w:rsid w:val="00843EAC"/>
    <w:rsid w:val="00844483"/>
    <w:rsid w:val="00844BEB"/>
    <w:rsid w:val="00844D34"/>
    <w:rsid w:val="00844EEC"/>
    <w:rsid w:val="008451D3"/>
    <w:rsid w:val="00845601"/>
    <w:rsid w:val="008467C8"/>
    <w:rsid w:val="0084766C"/>
    <w:rsid w:val="0084799B"/>
    <w:rsid w:val="00847B3F"/>
    <w:rsid w:val="008513AB"/>
    <w:rsid w:val="008516EB"/>
    <w:rsid w:val="00852144"/>
    <w:rsid w:val="0085293E"/>
    <w:rsid w:val="008529C3"/>
    <w:rsid w:val="00852CB1"/>
    <w:rsid w:val="00853425"/>
    <w:rsid w:val="00853435"/>
    <w:rsid w:val="0085543B"/>
    <w:rsid w:val="008558CB"/>
    <w:rsid w:val="00855E46"/>
    <w:rsid w:val="00857B1D"/>
    <w:rsid w:val="008606A5"/>
    <w:rsid w:val="008608CD"/>
    <w:rsid w:val="00860908"/>
    <w:rsid w:val="00861CD5"/>
    <w:rsid w:val="00862AAE"/>
    <w:rsid w:val="00866E7D"/>
    <w:rsid w:val="0086730E"/>
    <w:rsid w:val="00867F54"/>
    <w:rsid w:val="008711A3"/>
    <w:rsid w:val="008725A8"/>
    <w:rsid w:val="00873664"/>
    <w:rsid w:val="00877641"/>
    <w:rsid w:val="0087777B"/>
    <w:rsid w:val="00877A43"/>
    <w:rsid w:val="00877B7F"/>
    <w:rsid w:val="008826D8"/>
    <w:rsid w:val="00882983"/>
    <w:rsid w:val="008835C5"/>
    <w:rsid w:val="008835D6"/>
    <w:rsid w:val="008843F2"/>
    <w:rsid w:val="0088491E"/>
    <w:rsid w:val="00884939"/>
    <w:rsid w:val="0088498D"/>
    <w:rsid w:val="00884BCE"/>
    <w:rsid w:val="00885C00"/>
    <w:rsid w:val="0088640D"/>
    <w:rsid w:val="00886A52"/>
    <w:rsid w:val="008874AC"/>
    <w:rsid w:val="008902D4"/>
    <w:rsid w:val="00890FB3"/>
    <w:rsid w:val="008919E5"/>
    <w:rsid w:val="00891ADB"/>
    <w:rsid w:val="00891C27"/>
    <w:rsid w:val="008921AC"/>
    <w:rsid w:val="008928C9"/>
    <w:rsid w:val="00892DF0"/>
    <w:rsid w:val="00893823"/>
    <w:rsid w:val="00893AC5"/>
    <w:rsid w:val="00893FF2"/>
    <w:rsid w:val="008940C7"/>
    <w:rsid w:val="0089641F"/>
    <w:rsid w:val="00897437"/>
    <w:rsid w:val="008A1240"/>
    <w:rsid w:val="008A1B4D"/>
    <w:rsid w:val="008A4C88"/>
    <w:rsid w:val="008A57ED"/>
    <w:rsid w:val="008A5B2F"/>
    <w:rsid w:val="008A766C"/>
    <w:rsid w:val="008A7E79"/>
    <w:rsid w:val="008B0CCF"/>
    <w:rsid w:val="008B0D87"/>
    <w:rsid w:val="008B1AAF"/>
    <w:rsid w:val="008B26B1"/>
    <w:rsid w:val="008B383E"/>
    <w:rsid w:val="008B4059"/>
    <w:rsid w:val="008B4E8C"/>
    <w:rsid w:val="008B5DB1"/>
    <w:rsid w:val="008B68B5"/>
    <w:rsid w:val="008B6C41"/>
    <w:rsid w:val="008B787A"/>
    <w:rsid w:val="008C0AD0"/>
    <w:rsid w:val="008C11FD"/>
    <w:rsid w:val="008C15CD"/>
    <w:rsid w:val="008C20BE"/>
    <w:rsid w:val="008C298C"/>
    <w:rsid w:val="008C34FD"/>
    <w:rsid w:val="008C3C86"/>
    <w:rsid w:val="008C441D"/>
    <w:rsid w:val="008C44BA"/>
    <w:rsid w:val="008C47B7"/>
    <w:rsid w:val="008C4F7C"/>
    <w:rsid w:val="008C5D71"/>
    <w:rsid w:val="008C6455"/>
    <w:rsid w:val="008C6573"/>
    <w:rsid w:val="008C6814"/>
    <w:rsid w:val="008C6DE0"/>
    <w:rsid w:val="008C758F"/>
    <w:rsid w:val="008C7B3B"/>
    <w:rsid w:val="008D0278"/>
    <w:rsid w:val="008D05E1"/>
    <w:rsid w:val="008D1584"/>
    <w:rsid w:val="008D2A2C"/>
    <w:rsid w:val="008D327B"/>
    <w:rsid w:val="008D36AD"/>
    <w:rsid w:val="008D393D"/>
    <w:rsid w:val="008D3ADB"/>
    <w:rsid w:val="008D3AF5"/>
    <w:rsid w:val="008D5296"/>
    <w:rsid w:val="008D6CF7"/>
    <w:rsid w:val="008D6EFB"/>
    <w:rsid w:val="008D7023"/>
    <w:rsid w:val="008E0B59"/>
    <w:rsid w:val="008E1D37"/>
    <w:rsid w:val="008E331E"/>
    <w:rsid w:val="008E377A"/>
    <w:rsid w:val="008E48E0"/>
    <w:rsid w:val="008E51F5"/>
    <w:rsid w:val="008E5B59"/>
    <w:rsid w:val="008E695C"/>
    <w:rsid w:val="008E6A41"/>
    <w:rsid w:val="008E7609"/>
    <w:rsid w:val="008F08C0"/>
    <w:rsid w:val="008F13B5"/>
    <w:rsid w:val="008F2519"/>
    <w:rsid w:val="008F50A2"/>
    <w:rsid w:val="008F57CA"/>
    <w:rsid w:val="008F6D9D"/>
    <w:rsid w:val="008F7C3D"/>
    <w:rsid w:val="0090043A"/>
    <w:rsid w:val="0090047C"/>
    <w:rsid w:val="00900812"/>
    <w:rsid w:val="0090090D"/>
    <w:rsid w:val="00902E15"/>
    <w:rsid w:val="00903E7C"/>
    <w:rsid w:val="00905D12"/>
    <w:rsid w:val="0090630D"/>
    <w:rsid w:val="0090756C"/>
    <w:rsid w:val="00907E35"/>
    <w:rsid w:val="009106E5"/>
    <w:rsid w:val="00911168"/>
    <w:rsid w:val="009113DE"/>
    <w:rsid w:val="00913879"/>
    <w:rsid w:val="00914C56"/>
    <w:rsid w:val="00914D56"/>
    <w:rsid w:val="00917841"/>
    <w:rsid w:val="00920299"/>
    <w:rsid w:val="009212D2"/>
    <w:rsid w:val="00921406"/>
    <w:rsid w:val="00921B20"/>
    <w:rsid w:val="009238D6"/>
    <w:rsid w:val="009252C6"/>
    <w:rsid w:val="00925B5D"/>
    <w:rsid w:val="00926D5C"/>
    <w:rsid w:val="0093230A"/>
    <w:rsid w:val="009323C3"/>
    <w:rsid w:val="009324D3"/>
    <w:rsid w:val="0093259B"/>
    <w:rsid w:val="00934452"/>
    <w:rsid w:val="00935295"/>
    <w:rsid w:val="00936328"/>
    <w:rsid w:val="00936AD7"/>
    <w:rsid w:val="00937190"/>
    <w:rsid w:val="0093732F"/>
    <w:rsid w:val="009373A4"/>
    <w:rsid w:val="00943158"/>
    <w:rsid w:val="009434D8"/>
    <w:rsid w:val="0094376A"/>
    <w:rsid w:val="00943F7C"/>
    <w:rsid w:val="009448F9"/>
    <w:rsid w:val="00945B40"/>
    <w:rsid w:val="00945F00"/>
    <w:rsid w:val="00946966"/>
    <w:rsid w:val="00946E47"/>
    <w:rsid w:val="009507D8"/>
    <w:rsid w:val="00951EC9"/>
    <w:rsid w:val="009536A0"/>
    <w:rsid w:val="00953E45"/>
    <w:rsid w:val="00953F73"/>
    <w:rsid w:val="0095418C"/>
    <w:rsid w:val="009544C0"/>
    <w:rsid w:val="0095660F"/>
    <w:rsid w:val="00956F3F"/>
    <w:rsid w:val="00960BF2"/>
    <w:rsid w:val="009619F9"/>
    <w:rsid w:val="00962BFD"/>
    <w:rsid w:val="00962DA8"/>
    <w:rsid w:val="00962FE4"/>
    <w:rsid w:val="00963293"/>
    <w:rsid w:val="00963449"/>
    <w:rsid w:val="0096390E"/>
    <w:rsid w:val="009659CE"/>
    <w:rsid w:val="00971542"/>
    <w:rsid w:val="0097167D"/>
    <w:rsid w:val="009729B2"/>
    <w:rsid w:val="0097353D"/>
    <w:rsid w:val="00973BCE"/>
    <w:rsid w:val="0097423E"/>
    <w:rsid w:val="0097525E"/>
    <w:rsid w:val="00975404"/>
    <w:rsid w:val="00975432"/>
    <w:rsid w:val="0097777F"/>
    <w:rsid w:val="00980A32"/>
    <w:rsid w:val="00980C9B"/>
    <w:rsid w:val="0098151D"/>
    <w:rsid w:val="00981B18"/>
    <w:rsid w:val="00982FC8"/>
    <w:rsid w:val="009835DF"/>
    <w:rsid w:val="00984418"/>
    <w:rsid w:val="009846BC"/>
    <w:rsid w:val="00984B3A"/>
    <w:rsid w:val="00985ED3"/>
    <w:rsid w:val="009862C0"/>
    <w:rsid w:val="00987DE1"/>
    <w:rsid w:val="00990125"/>
    <w:rsid w:val="00990D9B"/>
    <w:rsid w:val="00991421"/>
    <w:rsid w:val="00995292"/>
    <w:rsid w:val="009956B5"/>
    <w:rsid w:val="00996D21"/>
    <w:rsid w:val="009972E7"/>
    <w:rsid w:val="0099732B"/>
    <w:rsid w:val="0099737E"/>
    <w:rsid w:val="00997DDA"/>
    <w:rsid w:val="00997E23"/>
    <w:rsid w:val="00997FC9"/>
    <w:rsid w:val="009A054E"/>
    <w:rsid w:val="009A0C08"/>
    <w:rsid w:val="009A1CE6"/>
    <w:rsid w:val="009A3A94"/>
    <w:rsid w:val="009A429B"/>
    <w:rsid w:val="009A452E"/>
    <w:rsid w:val="009A55DB"/>
    <w:rsid w:val="009A5D1D"/>
    <w:rsid w:val="009A629B"/>
    <w:rsid w:val="009A63C1"/>
    <w:rsid w:val="009B00B6"/>
    <w:rsid w:val="009B186D"/>
    <w:rsid w:val="009B1E1B"/>
    <w:rsid w:val="009B3EDA"/>
    <w:rsid w:val="009B45D1"/>
    <w:rsid w:val="009B4666"/>
    <w:rsid w:val="009B4943"/>
    <w:rsid w:val="009B58FC"/>
    <w:rsid w:val="009B65A2"/>
    <w:rsid w:val="009B6FE1"/>
    <w:rsid w:val="009C02ED"/>
    <w:rsid w:val="009C0D76"/>
    <w:rsid w:val="009C1499"/>
    <w:rsid w:val="009C18A9"/>
    <w:rsid w:val="009C1C99"/>
    <w:rsid w:val="009C23C3"/>
    <w:rsid w:val="009C4B97"/>
    <w:rsid w:val="009C505E"/>
    <w:rsid w:val="009C5436"/>
    <w:rsid w:val="009C5B8C"/>
    <w:rsid w:val="009C7810"/>
    <w:rsid w:val="009C7923"/>
    <w:rsid w:val="009D02FB"/>
    <w:rsid w:val="009D0692"/>
    <w:rsid w:val="009D0DFB"/>
    <w:rsid w:val="009D25A6"/>
    <w:rsid w:val="009D2CF6"/>
    <w:rsid w:val="009D2D32"/>
    <w:rsid w:val="009D4C64"/>
    <w:rsid w:val="009D5C98"/>
    <w:rsid w:val="009D5F26"/>
    <w:rsid w:val="009D651C"/>
    <w:rsid w:val="009D6D7C"/>
    <w:rsid w:val="009E072A"/>
    <w:rsid w:val="009E19B3"/>
    <w:rsid w:val="009E2CE5"/>
    <w:rsid w:val="009E2D91"/>
    <w:rsid w:val="009E301A"/>
    <w:rsid w:val="009E3B19"/>
    <w:rsid w:val="009E3B40"/>
    <w:rsid w:val="009E4C40"/>
    <w:rsid w:val="009E5520"/>
    <w:rsid w:val="009E7E74"/>
    <w:rsid w:val="009F06A3"/>
    <w:rsid w:val="009F0A99"/>
    <w:rsid w:val="009F1AEB"/>
    <w:rsid w:val="009F5A56"/>
    <w:rsid w:val="009F69B7"/>
    <w:rsid w:val="009F6DC3"/>
    <w:rsid w:val="009F7215"/>
    <w:rsid w:val="009F7978"/>
    <w:rsid w:val="009F7A72"/>
    <w:rsid w:val="00A02394"/>
    <w:rsid w:val="00A0239A"/>
    <w:rsid w:val="00A02BDE"/>
    <w:rsid w:val="00A0336F"/>
    <w:rsid w:val="00A03D66"/>
    <w:rsid w:val="00A04152"/>
    <w:rsid w:val="00A044F8"/>
    <w:rsid w:val="00A0470F"/>
    <w:rsid w:val="00A050F5"/>
    <w:rsid w:val="00A05EB3"/>
    <w:rsid w:val="00A062B1"/>
    <w:rsid w:val="00A066AA"/>
    <w:rsid w:val="00A067B1"/>
    <w:rsid w:val="00A077DF"/>
    <w:rsid w:val="00A07F2B"/>
    <w:rsid w:val="00A11D91"/>
    <w:rsid w:val="00A1245F"/>
    <w:rsid w:val="00A12A43"/>
    <w:rsid w:val="00A13460"/>
    <w:rsid w:val="00A14296"/>
    <w:rsid w:val="00A14344"/>
    <w:rsid w:val="00A14A88"/>
    <w:rsid w:val="00A14C42"/>
    <w:rsid w:val="00A152FE"/>
    <w:rsid w:val="00A158AC"/>
    <w:rsid w:val="00A16183"/>
    <w:rsid w:val="00A16D4E"/>
    <w:rsid w:val="00A2052A"/>
    <w:rsid w:val="00A20C8E"/>
    <w:rsid w:val="00A219C0"/>
    <w:rsid w:val="00A21D81"/>
    <w:rsid w:val="00A22AAE"/>
    <w:rsid w:val="00A24626"/>
    <w:rsid w:val="00A24A77"/>
    <w:rsid w:val="00A24C70"/>
    <w:rsid w:val="00A25658"/>
    <w:rsid w:val="00A25E19"/>
    <w:rsid w:val="00A25EAC"/>
    <w:rsid w:val="00A26AA3"/>
    <w:rsid w:val="00A27360"/>
    <w:rsid w:val="00A274B8"/>
    <w:rsid w:val="00A30008"/>
    <w:rsid w:val="00A301F9"/>
    <w:rsid w:val="00A30340"/>
    <w:rsid w:val="00A303C7"/>
    <w:rsid w:val="00A312C9"/>
    <w:rsid w:val="00A313DF"/>
    <w:rsid w:val="00A32BBF"/>
    <w:rsid w:val="00A32C9E"/>
    <w:rsid w:val="00A33621"/>
    <w:rsid w:val="00A33968"/>
    <w:rsid w:val="00A33E4F"/>
    <w:rsid w:val="00A365FC"/>
    <w:rsid w:val="00A37119"/>
    <w:rsid w:val="00A37617"/>
    <w:rsid w:val="00A37683"/>
    <w:rsid w:val="00A37D69"/>
    <w:rsid w:val="00A406C2"/>
    <w:rsid w:val="00A40C5F"/>
    <w:rsid w:val="00A4285F"/>
    <w:rsid w:val="00A44669"/>
    <w:rsid w:val="00A44DE8"/>
    <w:rsid w:val="00A4638E"/>
    <w:rsid w:val="00A46775"/>
    <w:rsid w:val="00A47075"/>
    <w:rsid w:val="00A50893"/>
    <w:rsid w:val="00A50FB1"/>
    <w:rsid w:val="00A513D4"/>
    <w:rsid w:val="00A514F8"/>
    <w:rsid w:val="00A525C2"/>
    <w:rsid w:val="00A526D2"/>
    <w:rsid w:val="00A5352D"/>
    <w:rsid w:val="00A535E1"/>
    <w:rsid w:val="00A53645"/>
    <w:rsid w:val="00A53A0C"/>
    <w:rsid w:val="00A542E2"/>
    <w:rsid w:val="00A545D7"/>
    <w:rsid w:val="00A54A2D"/>
    <w:rsid w:val="00A55722"/>
    <w:rsid w:val="00A55F08"/>
    <w:rsid w:val="00A56114"/>
    <w:rsid w:val="00A561D7"/>
    <w:rsid w:val="00A564C3"/>
    <w:rsid w:val="00A5678E"/>
    <w:rsid w:val="00A572B5"/>
    <w:rsid w:val="00A5749B"/>
    <w:rsid w:val="00A57867"/>
    <w:rsid w:val="00A60503"/>
    <w:rsid w:val="00A6130A"/>
    <w:rsid w:val="00A62AC8"/>
    <w:rsid w:val="00A638B0"/>
    <w:rsid w:val="00A649C9"/>
    <w:rsid w:val="00A65370"/>
    <w:rsid w:val="00A6619A"/>
    <w:rsid w:val="00A66720"/>
    <w:rsid w:val="00A66DF1"/>
    <w:rsid w:val="00A6747D"/>
    <w:rsid w:val="00A70C9C"/>
    <w:rsid w:val="00A71235"/>
    <w:rsid w:val="00A7132E"/>
    <w:rsid w:val="00A71908"/>
    <w:rsid w:val="00A735DF"/>
    <w:rsid w:val="00A738A1"/>
    <w:rsid w:val="00A740AD"/>
    <w:rsid w:val="00A740DF"/>
    <w:rsid w:val="00A751CA"/>
    <w:rsid w:val="00A77C1F"/>
    <w:rsid w:val="00A8027E"/>
    <w:rsid w:val="00A80656"/>
    <w:rsid w:val="00A8086E"/>
    <w:rsid w:val="00A81319"/>
    <w:rsid w:val="00A81676"/>
    <w:rsid w:val="00A817AD"/>
    <w:rsid w:val="00A8259A"/>
    <w:rsid w:val="00A8281A"/>
    <w:rsid w:val="00A82CE8"/>
    <w:rsid w:val="00A856C6"/>
    <w:rsid w:val="00A85937"/>
    <w:rsid w:val="00A85C8A"/>
    <w:rsid w:val="00A8722F"/>
    <w:rsid w:val="00A902F6"/>
    <w:rsid w:val="00A9241C"/>
    <w:rsid w:val="00A938DD"/>
    <w:rsid w:val="00A93D24"/>
    <w:rsid w:val="00A9499A"/>
    <w:rsid w:val="00A94EC9"/>
    <w:rsid w:val="00A97DB8"/>
    <w:rsid w:val="00AA0EE2"/>
    <w:rsid w:val="00AA21E6"/>
    <w:rsid w:val="00AA25C7"/>
    <w:rsid w:val="00AA25E4"/>
    <w:rsid w:val="00AA3663"/>
    <w:rsid w:val="00AA3D45"/>
    <w:rsid w:val="00AA3FCA"/>
    <w:rsid w:val="00AA491D"/>
    <w:rsid w:val="00AA5B1F"/>
    <w:rsid w:val="00AA68CB"/>
    <w:rsid w:val="00AA7184"/>
    <w:rsid w:val="00AA727F"/>
    <w:rsid w:val="00AA75C5"/>
    <w:rsid w:val="00AB0421"/>
    <w:rsid w:val="00AB14ED"/>
    <w:rsid w:val="00AB1786"/>
    <w:rsid w:val="00AB1B86"/>
    <w:rsid w:val="00AB1B9D"/>
    <w:rsid w:val="00AB1C3A"/>
    <w:rsid w:val="00AB1FFF"/>
    <w:rsid w:val="00AB3119"/>
    <w:rsid w:val="00AB3708"/>
    <w:rsid w:val="00AB3B4D"/>
    <w:rsid w:val="00AB4273"/>
    <w:rsid w:val="00AB4B57"/>
    <w:rsid w:val="00AB58CF"/>
    <w:rsid w:val="00AB5EAE"/>
    <w:rsid w:val="00AB612A"/>
    <w:rsid w:val="00AB63C7"/>
    <w:rsid w:val="00AB6404"/>
    <w:rsid w:val="00AB7B19"/>
    <w:rsid w:val="00AB7BD9"/>
    <w:rsid w:val="00AC0A47"/>
    <w:rsid w:val="00AC15F8"/>
    <w:rsid w:val="00AC2AA2"/>
    <w:rsid w:val="00AC393B"/>
    <w:rsid w:val="00AC45EE"/>
    <w:rsid w:val="00AC48C0"/>
    <w:rsid w:val="00AC4A75"/>
    <w:rsid w:val="00AC5066"/>
    <w:rsid w:val="00AC6C89"/>
    <w:rsid w:val="00AC6E7B"/>
    <w:rsid w:val="00AC70D3"/>
    <w:rsid w:val="00AD0B13"/>
    <w:rsid w:val="00AD0B49"/>
    <w:rsid w:val="00AD0BED"/>
    <w:rsid w:val="00AD2A53"/>
    <w:rsid w:val="00AD3026"/>
    <w:rsid w:val="00AD312F"/>
    <w:rsid w:val="00AD315B"/>
    <w:rsid w:val="00AD33CD"/>
    <w:rsid w:val="00AD424F"/>
    <w:rsid w:val="00AD46F4"/>
    <w:rsid w:val="00AD4D37"/>
    <w:rsid w:val="00AD5052"/>
    <w:rsid w:val="00AD50C6"/>
    <w:rsid w:val="00AD69B0"/>
    <w:rsid w:val="00AE011D"/>
    <w:rsid w:val="00AE03DF"/>
    <w:rsid w:val="00AE157F"/>
    <w:rsid w:val="00AE169A"/>
    <w:rsid w:val="00AE30A1"/>
    <w:rsid w:val="00AE38E5"/>
    <w:rsid w:val="00AE409F"/>
    <w:rsid w:val="00AE47F7"/>
    <w:rsid w:val="00AE4F44"/>
    <w:rsid w:val="00AE5572"/>
    <w:rsid w:val="00AE56B2"/>
    <w:rsid w:val="00AE711A"/>
    <w:rsid w:val="00AE78AA"/>
    <w:rsid w:val="00AF01FE"/>
    <w:rsid w:val="00AF041E"/>
    <w:rsid w:val="00AF2904"/>
    <w:rsid w:val="00AF30F3"/>
    <w:rsid w:val="00AF384C"/>
    <w:rsid w:val="00AF3B21"/>
    <w:rsid w:val="00AF659C"/>
    <w:rsid w:val="00AF6DD3"/>
    <w:rsid w:val="00AF70F9"/>
    <w:rsid w:val="00B00664"/>
    <w:rsid w:val="00B00A06"/>
    <w:rsid w:val="00B00F1B"/>
    <w:rsid w:val="00B00FEA"/>
    <w:rsid w:val="00B0156E"/>
    <w:rsid w:val="00B0308E"/>
    <w:rsid w:val="00B03436"/>
    <w:rsid w:val="00B03D6D"/>
    <w:rsid w:val="00B0421B"/>
    <w:rsid w:val="00B0427E"/>
    <w:rsid w:val="00B04D31"/>
    <w:rsid w:val="00B04DB2"/>
    <w:rsid w:val="00B05087"/>
    <w:rsid w:val="00B05731"/>
    <w:rsid w:val="00B0612B"/>
    <w:rsid w:val="00B06398"/>
    <w:rsid w:val="00B0782E"/>
    <w:rsid w:val="00B078F6"/>
    <w:rsid w:val="00B07C22"/>
    <w:rsid w:val="00B1244A"/>
    <w:rsid w:val="00B12B06"/>
    <w:rsid w:val="00B13130"/>
    <w:rsid w:val="00B13744"/>
    <w:rsid w:val="00B1395F"/>
    <w:rsid w:val="00B14DAA"/>
    <w:rsid w:val="00B153B7"/>
    <w:rsid w:val="00B16AA0"/>
    <w:rsid w:val="00B17A93"/>
    <w:rsid w:val="00B17DD6"/>
    <w:rsid w:val="00B2060D"/>
    <w:rsid w:val="00B21CA5"/>
    <w:rsid w:val="00B21D7D"/>
    <w:rsid w:val="00B21E17"/>
    <w:rsid w:val="00B22BB6"/>
    <w:rsid w:val="00B23DA0"/>
    <w:rsid w:val="00B23E36"/>
    <w:rsid w:val="00B25D6A"/>
    <w:rsid w:val="00B26371"/>
    <w:rsid w:val="00B26D83"/>
    <w:rsid w:val="00B27294"/>
    <w:rsid w:val="00B27CB6"/>
    <w:rsid w:val="00B30D95"/>
    <w:rsid w:val="00B30F2E"/>
    <w:rsid w:val="00B314C3"/>
    <w:rsid w:val="00B31DDE"/>
    <w:rsid w:val="00B32B31"/>
    <w:rsid w:val="00B334B1"/>
    <w:rsid w:val="00B33B23"/>
    <w:rsid w:val="00B346F2"/>
    <w:rsid w:val="00B34BCF"/>
    <w:rsid w:val="00B3541A"/>
    <w:rsid w:val="00B35815"/>
    <w:rsid w:val="00B36E39"/>
    <w:rsid w:val="00B37056"/>
    <w:rsid w:val="00B371AE"/>
    <w:rsid w:val="00B3746C"/>
    <w:rsid w:val="00B379F4"/>
    <w:rsid w:val="00B37B33"/>
    <w:rsid w:val="00B37CA4"/>
    <w:rsid w:val="00B403FF"/>
    <w:rsid w:val="00B413ED"/>
    <w:rsid w:val="00B42A35"/>
    <w:rsid w:val="00B43560"/>
    <w:rsid w:val="00B43665"/>
    <w:rsid w:val="00B43894"/>
    <w:rsid w:val="00B439F2"/>
    <w:rsid w:val="00B43F5F"/>
    <w:rsid w:val="00B4455E"/>
    <w:rsid w:val="00B4456F"/>
    <w:rsid w:val="00B4462E"/>
    <w:rsid w:val="00B447D7"/>
    <w:rsid w:val="00B4697A"/>
    <w:rsid w:val="00B476B0"/>
    <w:rsid w:val="00B47726"/>
    <w:rsid w:val="00B479DE"/>
    <w:rsid w:val="00B47A49"/>
    <w:rsid w:val="00B50244"/>
    <w:rsid w:val="00B50C88"/>
    <w:rsid w:val="00B50DB9"/>
    <w:rsid w:val="00B51D18"/>
    <w:rsid w:val="00B51F1C"/>
    <w:rsid w:val="00B52089"/>
    <w:rsid w:val="00B52748"/>
    <w:rsid w:val="00B52BA8"/>
    <w:rsid w:val="00B53A25"/>
    <w:rsid w:val="00B53D53"/>
    <w:rsid w:val="00B549D3"/>
    <w:rsid w:val="00B54FCD"/>
    <w:rsid w:val="00B55224"/>
    <w:rsid w:val="00B55685"/>
    <w:rsid w:val="00B55A24"/>
    <w:rsid w:val="00B569BD"/>
    <w:rsid w:val="00B56CB2"/>
    <w:rsid w:val="00B601BA"/>
    <w:rsid w:val="00B60F23"/>
    <w:rsid w:val="00B61733"/>
    <w:rsid w:val="00B62590"/>
    <w:rsid w:val="00B62A95"/>
    <w:rsid w:val="00B62BD5"/>
    <w:rsid w:val="00B62D7B"/>
    <w:rsid w:val="00B656A1"/>
    <w:rsid w:val="00B66DF0"/>
    <w:rsid w:val="00B67176"/>
    <w:rsid w:val="00B674EE"/>
    <w:rsid w:val="00B72163"/>
    <w:rsid w:val="00B72D7D"/>
    <w:rsid w:val="00B7308F"/>
    <w:rsid w:val="00B73D87"/>
    <w:rsid w:val="00B745F1"/>
    <w:rsid w:val="00B764E5"/>
    <w:rsid w:val="00B76DCA"/>
    <w:rsid w:val="00B77387"/>
    <w:rsid w:val="00B7749F"/>
    <w:rsid w:val="00B77C89"/>
    <w:rsid w:val="00B81435"/>
    <w:rsid w:val="00B839B2"/>
    <w:rsid w:val="00B84EEB"/>
    <w:rsid w:val="00B852CB"/>
    <w:rsid w:val="00B85565"/>
    <w:rsid w:val="00B86619"/>
    <w:rsid w:val="00B86AFB"/>
    <w:rsid w:val="00B908B6"/>
    <w:rsid w:val="00B92083"/>
    <w:rsid w:val="00B9282F"/>
    <w:rsid w:val="00B92A88"/>
    <w:rsid w:val="00B92D07"/>
    <w:rsid w:val="00B932B4"/>
    <w:rsid w:val="00B9405B"/>
    <w:rsid w:val="00B9473B"/>
    <w:rsid w:val="00B94BD5"/>
    <w:rsid w:val="00B9555A"/>
    <w:rsid w:val="00B955AC"/>
    <w:rsid w:val="00B95957"/>
    <w:rsid w:val="00B96148"/>
    <w:rsid w:val="00BA00CE"/>
    <w:rsid w:val="00BA054C"/>
    <w:rsid w:val="00BA08DB"/>
    <w:rsid w:val="00BA0C7C"/>
    <w:rsid w:val="00BA0DBC"/>
    <w:rsid w:val="00BA1FE6"/>
    <w:rsid w:val="00BA327C"/>
    <w:rsid w:val="00BA3E16"/>
    <w:rsid w:val="00BA4483"/>
    <w:rsid w:val="00BA4571"/>
    <w:rsid w:val="00BA4FC5"/>
    <w:rsid w:val="00BA682C"/>
    <w:rsid w:val="00BA6A1D"/>
    <w:rsid w:val="00BB0F5A"/>
    <w:rsid w:val="00BB1F78"/>
    <w:rsid w:val="00BB2439"/>
    <w:rsid w:val="00BB317B"/>
    <w:rsid w:val="00BB4CB0"/>
    <w:rsid w:val="00BB6894"/>
    <w:rsid w:val="00BB706D"/>
    <w:rsid w:val="00BB729C"/>
    <w:rsid w:val="00BB743E"/>
    <w:rsid w:val="00BB7695"/>
    <w:rsid w:val="00BC2457"/>
    <w:rsid w:val="00BC286A"/>
    <w:rsid w:val="00BC4F1C"/>
    <w:rsid w:val="00BC5BBF"/>
    <w:rsid w:val="00BC5CF1"/>
    <w:rsid w:val="00BC6341"/>
    <w:rsid w:val="00BC67D7"/>
    <w:rsid w:val="00BD10EC"/>
    <w:rsid w:val="00BD1143"/>
    <w:rsid w:val="00BD1838"/>
    <w:rsid w:val="00BD1EDB"/>
    <w:rsid w:val="00BD248D"/>
    <w:rsid w:val="00BD2681"/>
    <w:rsid w:val="00BD2A31"/>
    <w:rsid w:val="00BD2BD1"/>
    <w:rsid w:val="00BD3A9B"/>
    <w:rsid w:val="00BD3E7D"/>
    <w:rsid w:val="00BD3EBD"/>
    <w:rsid w:val="00BD4399"/>
    <w:rsid w:val="00BD4701"/>
    <w:rsid w:val="00BD52C4"/>
    <w:rsid w:val="00BD5CDE"/>
    <w:rsid w:val="00BD6545"/>
    <w:rsid w:val="00BD7368"/>
    <w:rsid w:val="00BD73FB"/>
    <w:rsid w:val="00BD794F"/>
    <w:rsid w:val="00BE180B"/>
    <w:rsid w:val="00BE32F2"/>
    <w:rsid w:val="00BE5135"/>
    <w:rsid w:val="00BE58AD"/>
    <w:rsid w:val="00BE670C"/>
    <w:rsid w:val="00BE6C0D"/>
    <w:rsid w:val="00BE6EA1"/>
    <w:rsid w:val="00BF0021"/>
    <w:rsid w:val="00BF0C27"/>
    <w:rsid w:val="00BF1877"/>
    <w:rsid w:val="00BF1DC8"/>
    <w:rsid w:val="00BF22AC"/>
    <w:rsid w:val="00BF2A59"/>
    <w:rsid w:val="00BF2FB4"/>
    <w:rsid w:val="00BF3499"/>
    <w:rsid w:val="00BF3578"/>
    <w:rsid w:val="00BF3A75"/>
    <w:rsid w:val="00BF3C29"/>
    <w:rsid w:val="00BF478F"/>
    <w:rsid w:val="00BF4CCD"/>
    <w:rsid w:val="00BF598F"/>
    <w:rsid w:val="00BF69CA"/>
    <w:rsid w:val="00BF7D92"/>
    <w:rsid w:val="00BF7F77"/>
    <w:rsid w:val="00C0094A"/>
    <w:rsid w:val="00C00D5A"/>
    <w:rsid w:val="00C0103D"/>
    <w:rsid w:val="00C01E22"/>
    <w:rsid w:val="00C0206C"/>
    <w:rsid w:val="00C020B3"/>
    <w:rsid w:val="00C0256B"/>
    <w:rsid w:val="00C029DA"/>
    <w:rsid w:val="00C03E80"/>
    <w:rsid w:val="00C07526"/>
    <w:rsid w:val="00C07D4D"/>
    <w:rsid w:val="00C10D24"/>
    <w:rsid w:val="00C11933"/>
    <w:rsid w:val="00C11C3D"/>
    <w:rsid w:val="00C13463"/>
    <w:rsid w:val="00C14336"/>
    <w:rsid w:val="00C147F8"/>
    <w:rsid w:val="00C149B8"/>
    <w:rsid w:val="00C15234"/>
    <w:rsid w:val="00C15CB4"/>
    <w:rsid w:val="00C1660B"/>
    <w:rsid w:val="00C16EFC"/>
    <w:rsid w:val="00C21796"/>
    <w:rsid w:val="00C219E8"/>
    <w:rsid w:val="00C21B0D"/>
    <w:rsid w:val="00C21E1B"/>
    <w:rsid w:val="00C2219F"/>
    <w:rsid w:val="00C2247D"/>
    <w:rsid w:val="00C225E1"/>
    <w:rsid w:val="00C22B13"/>
    <w:rsid w:val="00C236CA"/>
    <w:rsid w:val="00C23B23"/>
    <w:rsid w:val="00C244DA"/>
    <w:rsid w:val="00C24652"/>
    <w:rsid w:val="00C24C79"/>
    <w:rsid w:val="00C276FB"/>
    <w:rsid w:val="00C301AA"/>
    <w:rsid w:val="00C30FFD"/>
    <w:rsid w:val="00C32678"/>
    <w:rsid w:val="00C32CDA"/>
    <w:rsid w:val="00C3322D"/>
    <w:rsid w:val="00C33497"/>
    <w:rsid w:val="00C337A7"/>
    <w:rsid w:val="00C33C4B"/>
    <w:rsid w:val="00C33E0B"/>
    <w:rsid w:val="00C349D6"/>
    <w:rsid w:val="00C3573E"/>
    <w:rsid w:val="00C36B94"/>
    <w:rsid w:val="00C41D41"/>
    <w:rsid w:val="00C42D39"/>
    <w:rsid w:val="00C435B9"/>
    <w:rsid w:val="00C44D81"/>
    <w:rsid w:val="00C45D10"/>
    <w:rsid w:val="00C45E94"/>
    <w:rsid w:val="00C46D21"/>
    <w:rsid w:val="00C47A0E"/>
    <w:rsid w:val="00C50353"/>
    <w:rsid w:val="00C504C5"/>
    <w:rsid w:val="00C5072B"/>
    <w:rsid w:val="00C50EF8"/>
    <w:rsid w:val="00C51BF6"/>
    <w:rsid w:val="00C51D31"/>
    <w:rsid w:val="00C522FF"/>
    <w:rsid w:val="00C52C13"/>
    <w:rsid w:val="00C52D57"/>
    <w:rsid w:val="00C53B34"/>
    <w:rsid w:val="00C548F8"/>
    <w:rsid w:val="00C551EC"/>
    <w:rsid w:val="00C56620"/>
    <w:rsid w:val="00C56EDA"/>
    <w:rsid w:val="00C57010"/>
    <w:rsid w:val="00C570C9"/>
    <w:rsid w:val="00C57704"/>
    <w:rsid w:val="00C57FA3"/>
    <w:rsid w:val="00C57FB0"/>
    <w:rsid w:val="00C60329"/>
    <w:rsid w:val="00C606FC"/>
    <w:rsid w:val="00C60E26"/>
    <w:rsid w:val="00C61321"/>
    <w:rsid w:val="00C6153D"/>
    <w:rsid w:val="00C63225"/>
    <w:rsid w:val="00C64F67"/>
    <w:rsid w:val="00C6579F"/>
    <w:rsid w:val="00C657F9"/>
    <w:rsid w:val="00C658DC"/>
    <w:rsid w:val="00C65FDD"/>
    <w:rsid w:val="00C662C5"/>
    <w:rsid w:val="00C66392"/>
    <w:rsid w:val="00C67043"/>
    <w:rsid w:val="00C70E9C"/>
    <w:rsid w:val="00C7235C"/>
    <w:rsid w:val="00C727BA"/>
    <w:rsid w:val="00C72854"/>
    <w:rsid w:val="00C73DAC"/>
    <w:rsid w:val="00C76387"/>
    <w:rsid w:val="00C76662"/>
    <w:rsid w:val="00C76716"/>
    <w:rsid w:val="00C770AC"/>
    <w:rsid w:val="00C771C4"/>
    <w:rsid w:val="00C77A8D"/>
    <w:rsid w:val="00C8056C"/>
    <w:rsid w:val="00C810A1"/>
    <w:rsid w:val="00C818FF"/>
    <w:rsid w:val="00C81C78"/>
    <w:rsid w:val="00C81E3C"/>
    <w:rsid w:val="00C83A62"/>
    <w:rsid w:val="00C83D27"/>
    <w:rsid w:val="00C84DE3"/>
    <w:rsid w:val="00C92052"/>
    <w:rsid w:val="00C946F3"/>
    <w:rsid w:val="00C95CDA"/>
    <w:rsid w:val="00C9724B"/>
    <w:rsid w:val="00C9796B"/>
    <w:rsid w:val="00CA177B"/>
    <w:rsid w:val="00CA17C3"/>
    <w:rsid w:val="00CA1ABA"/>
    <w:rsid w:val="00CA235B"/>
    <w:rsid w:val="00CA2CAB"/>
    <w:rsid w:val="00CA3808"/>
    <w:rsid w:val="00CA42E7"/>
    <w:rsid w:val="00CA4F10"/>
    <w:rsid w:val="00CA5D82"/>
    <w:rsid w:val="00CA5E41"/>
    <w:rsid w:val="00CA63F8"/>
    <w:rsid w:val="00CA640C"/>
    <w:rsid w:val="00CA6865"/>
    <w:rsid w:val="00CA6EFF"/>
    <w:rsid w:val="00CA73D3"/>
    <w:rsid w:val="00CA7D3D"/>
    <w:rsid w:val="00CB0482"/>
    <w:rsid w:val="00CB09D2"/>
    <w:rsid w:val="00CB2C27"/>
    <w:rsid w:val="00CB3484"/>
    <w:rsid w:val="00CB3E94"/>
    <w:rsid w:val="00CB4788"/>
    <w:rsid w:val="00CB4E8E"/>
    <w:rsid w:val="00CB54FC"/>
    <w:rsid w:val="00CB5A7F"/>
    <w:rsid w:val="00CB5D5B"/>
    <w:rsid w:val="00CB640F"/>
    <w:rsid w:val="00CB69D7"/>
    <w:rsid w:val="00CB7043"/>
    <w:rsid w:val="00CC1F5A"/>
    <w:rsid w:val="00CC28D7"/>
    <w:rsid w:val="00CC2DE6"/>
    <w:rsid w:val="00CC447D"/>
    <w:rsid w:val="00CC46BC"/>
    <w:rsid w:val="00CC47F5"/>
    <w:rsid w:val="00CC506C"/>
    <w:rsid w:val="00CC5D91"/>
    <w:rsid w:val="00CC6716"/>
    <w:rsid w:val="00CC7B93"/>
    <w:rsid w:val="00CD0816"/>
    <w:rsid w:val="00CD096F"/>
    <w:rsid w:val="00CD0B8F"/>
    <w:rsid w:val="00CD43D5"/>
    <w:rsid w:val="00CD4D57"/>
    <w:rsid w:val="00CD4E59"/>
    <w:rsid w:val="00CD7AC8"/>
    <w:rsid w:val="00CD7AD7"/>
    <w:rsid w:val="00CE08B0"/>
    <w:rsid w:val="00CE09A5"/>
    <w:rsid w:val="00CE0CD2"/>
    <w:rsid w:val="00CE1219"/>
    <w:rsid w:val="00CE18D3"/>
    <w:rsid w:val="00CE2238"/>
    <w:rsid w:val="00CE31E3"/>
    <w:rsid w:val="00CE32A1"/>
    <w:rsid w:val="00CE3327"/>
    <w:rsid w:val="00CE3426"/>
    <w:rsid w:val="00CE344C"/>
    <w:rsid w:val="00CE3F37"/>
    <w:rsid w:val="00CE4631"/>
    <w:rsid w:val="00CE67D5"/>
    <w:rsid w:val="00CE68EE"/>
    <w:rsid w:val="00CE69F5"/>
    <w:rsid w:val="00CE70D7"/>
    <w:rsid w:val="00CE7FF2"/>
    <w:rsid w:val="00CF03A7"/>
    <w:rsid w:val="00CF28E8"/>
    <w:rsid w:val="00CF2D70"/>
    <w:rsid w:val="00CF31FC"/>
    <w:rsid w:val="00CF5827"/>
    <w:rsid w:val="00CF5C98"/>
    <w:rsid w:val="00CF5EBB"/>
    <w:rsid w:val="00CF6180"/>
    <w:rsid w:val="00D00073"/>
    <w:rsid w:val="00D0200C"/>
    <w:rsid w:val="00D0232B"/>
    <w:rsid w:val="00D033E8"/>
    <w:rsid w:val="00D03860"/>
    <w:rsid w:val="00D03A7F"/>
    <w:rsid w:val="00D04852"/>
    <w:rsid w:val="00D04DE6"/>
    <w:rsid w:val="00D04F10"/>
    <w:rsid w:val="00D05415"/>
    <w:rsid w:val="00D062D7"/>
    <w:rsid w:val="00D06E9B"/>
    <w:rsid w:val="00D06F31"/>
    <w:rsid w:val="00D07C2D"/>
    <w:rsid w:val="00D1048C"/>
    <w:rsid w:val="00D105D7"/>
    <w:rsid w:val="00D10929"/>
    <w:rsid w:val="00D10AEC"/>
    <w:rsid w:val="00D10F03"/>
    <w:rsid w:val="00D12C54"/>
    <w:rsid w:val="00D13FE3"/>
    <w:rsid w:val="00D14219"/>
    <w:rsid w:val="00D14382"/>
    <w:rsid w:val="00D149E7"/>
    <w:rsid w:val="00D152CE"/>
    <w:rsid w:val="00D17BE2"/>
    <w:rsid w:val="00D17F70"/>
    <w:rsid w:val="00D2009F"/>
    <w:rsid w:val="00D201A8"/>
    <w:rsid w:val="00D2149D"/>
    <w:rsid w:val="00D21A9A"/>
    <w:rsid w:val="00D21BF9"/>
    <w:rsid w:val="00D2229C"/>
    <w:rsid w:val="00D2235E"/>
    <w:rsid w:val="00D228B7"/>
    <w:rsid w:val="00D25868"/>
    <w:rsid w:val="00D26DFF"/>
    <w:rsid w:val="00D27C06"/>
    <w:rsid w:val="00D30706"/>
    <w:rsid w:val="00D3072F"/>
    <w:rsid w:val="00D30C7E"/>
    <w:rsid w:val="00D31736"/>
    <w:rsid w:val="00D31776"/>
    <w:rsid w:val="00D317D3"/>
    <w:rsid w:val="00D31A79"/>
    <w:rsid w:val="00D3223C"/>
    <w:rsid w:val="00D33AAA"/>
    <w:rsid w:val="00D33B07"/>
    <w:rsid w:val="00D33C8B"/>
    <w:rsid w:val="00D3441D"/>
    <w:rsid w:val="00D351E9"/>
    <w:rsid w:val="00D358E1"/>
    <w:rsid w:val="00D35A2A"/>
    <w:rsid w:val="00D35DA5"/>
    <w:rsid w:val="00D3793B"/>
    <w:rsid w:val="00D379F1"/>
    <w:rsid w:val="00D4034E"/>
    <w:rsid w:val="00D4154F"/>
    <w:rsid w:val="00D41BC1"/>
    <w:rsid w:val="00D42C0B"/>
    <w:rsid w:val="00D436F4"/>
    <w:rsid w:val="00D439A8"/>
    <w:rsid w:val="00D43B4B"/>
    <w:rsid w:val="00D456EB"/>
    <w:rsid w:val="00D460CD"/>
    <w:rsid w:val="00D468A2"/>
    <w:rsid w:val="00D50AD8"/>
    <w:rsid w:val="00D50E3E"/>
    <w:rsid w:val="00D51B48"/>
    <w:rsid w:val="00D524AE"/>
    <w:rsid w:val="00D52FA3"/>
    <w:rsid w:val="00D54BB9"/>
    <w:rsid w:val="00D54BD2"/>
    <w:rsid w:val="00D54C6A"/>
    <w:rsid w:val="00D550FB"/>
    <w:rsid w:val="00D55BD7"/>
    <w:rsid w:val="00D5609F"/>
    <w:rsid w:val="00D5651F"/>
    <w:rsid w:val="00D5770C"/>
    <w:rsid w:val="00D57E81"/>
    <w:rsid w:val="00D60999"/>
    <w:rsid w:val="00D61FE7"/>
    <w:rsid w:val="00D622EB"/>
    <w:rsid w:val="00D63885"/>
    <w:rsid w:val="00D657F6"/>
    <w:rsid w:val="00D65FD5"/>
    <w:rsid w:val="00D6640D"/>
    <w:rsid w:val="00D67277"/>
    <w:rsid w:val="00D67CB3"/>
    <w:rsid w:val="00D703F7"/>
    <w:rsid w:val="00D7072B"/>
    <w:rsid w:val="00D70A25"/>
    <w:rsid w:val="00D71A31"/>
    <w:rsid w:val="00D73174"/>
    <w:rsid w:val="00D74708"/>
    <w:rsid w:val="00D7503F"/>
    <w:rsid w:val="00D75979"/>
    <w:rsid w:val="00D759FC"/>
    <w:rsid w:val="00D75A01"/>
    <w:rsid w:val="00D7662D"/>
    <w:rsid w:val="00D80111"/>
    <w:rsid w:val="00D81CC8"/>
    <w:rsid w:val="00D826E9"/>
    <w:rsid w:val="00D82711"/>
    <w:rsid w:val="00D82942"/>
    <w:rsid w:val="00D83FAB"/>
    <w:rsid w:val="00D8661A"/>
    <w:rsid w:val="00D87005"/>
    <w:rsid w:val="00D875E8"/>
    <w:rsid w:val="00D8763F"/>
    <w:rsid w:val="00D87867"/>
    <w:rsid w:val="00D87D37"/>
    <w:rsid w:val="00D9077C"/>
    <w:rsid w:val="00D92021"/>
    <w:rsid w:val="00D92C36"/>
    <w:rsid w:val="00D92DA7"/>
    <w:rsid w:val="00D92DBD"/>
    <w:rsid w:val="00D93272"/>
    <w:rsid w:val="00D93696"/>
    <w:rsid w:val="00D94D8F"/>
    <w:rsid w:val="00D95046"/>
    <w:rsid w:val="00D95744"/>
    <w:rsid w:val="00D9605F"/>
    <w:rsid w:val="00D97489"/>
    <w:rsid w:val="00D9753B"/>
    <w:rsid w:val="00D975E5"/>
    <w:rsid w:val="00DA03F8"/>
    <w:rsid w:val="00DA0693"/>
    <w:rsid w:val="00DA121A"/>
    <w:rsid w:val="00DA2325"/>
    <w:rsid w:val="00DA39B4"/>
    <w:rsid w:val="00DA5719"/>
    <w:rsid w:val="00DA5AC2"/>
    <w:rsid w:val="00DA5E23"/>
    <w:rsid w:val="00DA63AF"/>
    <w:rsid w:val="00DA78F4"/>
    <w:rsid w:val="00DB052F"/>
    <w:rsid w:val="00DB06CF"/>
    <w:rsid w:val="00DB074C"/>
    <w:rsid w:val="00DB0914"/>
    <w:rsid w:val="00DB1381"/>
    <w:rsid w:val="00DB1AB0"/>
    <w:rsid w:val="00DB2157"/>
    <w:rsid w:val="00DB237D"/>
    <w:rsid w:val="00DB2AD2"/>
    <w:rsid w:val="00DB3C0A"/>
    <w:rsid w:val="00DB40FD"/>
    <w:rsid w:val="00DB43DA"/>
    <w:rsid w:val="00DB47BD"/>
    <w:rsid w:val="00DB4D52"/>
    <w:rsid w:val="00DB5879"/>
    <w:rsid w:val="00DB59D1"/>
    <w:rsid w:val="00DB737D"/>
    <w:rsid w:val="00DB73B0"/>
    <w:rsid w:val="00DC1376"/>
    <w:rsid w:val="00DC13FD"/>
    <w:rsid w:val="00DC22D4"/>
    <w:rsid w:val="00DC2454"/>
    <w:rsid w:val="00DC291B"/>
    <w:rsid w:val="00DC2CF8"/>
    <w:rsid w:val="00DC2DA0"/>
    <w:rsid w:val="00DC31E6"/>
    <w:rsid w:val="00DC3AD6"/>
    <w:rsid w:val="00DC3B1A"/>
    <w:rsid w:val="00DC3EE2"/>
    <w:rsid w:val="00DC42ED"/>
    <w:rsid w:val="00DC4471"/>
    <w:rsid w:val="00DC5E94"/>
    <w:rsid w:val="00DC6247"/>
    <w:rsid w:val="00DC6BA4"/>
    <w:rsid w:val="00DC7E7D"/>
    <w:rsid w:val="00DD09DB"/>
    <w:rsid w:val="00DD0D61"/>
    <w:rsid w:val="00DD128A"/>
    <w:rsid w:val="00DD187D"/>
    <w:rsid w:val="00DD1F00"/>
    <w:rsid w:val="00DD2292"/>
    <w:rsid w:val="00DD2315"/>
    <w:rsid w:val="00DD2E58"/>
    <w:rsid w:val="00DE0CA0"/>
    <w:rsid w:val="00DE0F86"/>
    <w:rsid w:val="00DE20EC"/>
    <w:rsid w:val="00DE2998"/>
    <w:rsid w:val="00DE3290"/>
    <w:rsid w:val="00DE39EF"/>
    <w:rsid w:val="00DE419E"/>
    <w:rsid w:val="00DE4A5C"/>
    <w:rsid w:val="00DE4D2C"/>
    <w:rsid w:val="00DE4D65"/>
    <w:rsid w:val="00DE5261"/>
    <w:rsid w:val="00DE6319"/>
    <w:rsid w:val="00DE6DD7"/>
    <w:rsid w:val="00DE6DF4"/>
    <w:rsid w:val="00DE6F3D"/>
    <w:rsid w:val="00DE7D9C"/>
    <w:rsid w:val="00DF0868"/>
    <w:rsid w:val="00DF38F3"/>
    <w:rsid w:val="00DF4006"/>
    <w:rsid w:val="00DF4CD5"/>
    <w:rsid w:val="00DF5114"/>
    <w:rsid w:val="00DF6AE7"/>
    <w:rsid w:val="00DF6BB0"/>
    <w:rsid w:val="00DF7E20"/>
    <w:rsid w:val="00E0032B"/>
    <w:rsid w:val="00E00DA9"/>
    <w:rsid w:val="00E01809"/>
    <w:rsid w:val="00E01F91"/>
    <w:rsid w:val="00E038B6"/>
    <w:rsid w:val="00E039F6"/>
    <w:rsid w:val="00E052F0"/>
    <w:rsid w:val="00E05463"/>
    <w:rsid w:val="00E05913"/>
    <w:rsid w:val="00E06906"/>
    <w:rsid w:val="00E07DD2"/>
    <w:rsid w:val="00E10520"/>
    <w:rsid w:val="00E11187"/>
    <w:rsid w:val="00E13407"/>
    <w:rsid w:val="00E13DA0"/>
    <w:rsid w:val="00E14B13"/>
    <w:rsid w:val="00E14E78"/>
    <w:rsid w:val="00E151C4"/>
    <w:rsid w:val="00E15D60"/>
    <w:rsid w:val="00E20765"/>
    <w:rsid w:val="00E21CC4"/>
    <w:rsid w:val="00E22071"/>
    <w:rsid w:val="00E23690"/>
    <w:rsid w:val="00E24AEA"/>
    <w:rsid w:val="00E24E8C"/>
    <w:rsid w:val="00E26675"/>
    <w:rsid w:val="00E2671E"/>
    <w:rsid w:val="00E26B76"/>
    <w:rsid w:val="00E26D4D"/>
    <w:rsid w:val="00E2774A"/>
    <w:rsid w:val="00E30B81"/>
    <w:rsid w:val="00E31AC9"/>
    <w:rsid w:val="00E31F13"/>
    <w:rsid w:val="00E31F74"/>
    <w:rsid w:val="00E326E8"/>
    <w:rsid w:val="00E3274E"/>
    <w:rsid w:val="00E32ACB"/>
    <w:rsid w:val="00E33240"/>
    <w:rsid w:val="00E33832"/>
    <w:rsid w:val="00E33902"/>
    <w:rsid w:val="00E34150"/>
    <w:rsid w:val="00E34CEF"/>
    <w:rsid w:val="00E35119"/>
    <w:rsid w:val="00E356C7"/>
    <w:rsid w:val="00E35A99"/>
    <w:rsid w:val="00E35CCE"/>
    <w:rsid w:val="00E3675F"/>
    <w:rsid w:val="00E36765"/>
    <w:rsid w:val="00E367F6"/>
    <w:rsid w:val="00E368E4"/>
    <w:rsid w:val="00E36DA6"/>
    <w:rsid w:val="00E36E10"/>
    <w:rsid w:val="00E372C4"/>
    <w:rsid w:val="00E37322"/>
    <w:rsid w:val="00E40A95"/>
    <w:rsid w:val="00E413D6"/>
    <w:rsid w:val="00E419C7"/>
    <w:rsid w:val="00E44290"/>
    <w:rsid w:val="00E44BD0"/>
    <w:rsid w:val="00E44D45"/>
    <w:rsid w:val="00E4612D"/>
    <w:rsid w:val="00E462F2"/>
    <w:rsid w:val="00E46AF0"/>
    <w:rsid w:val="00E46F97"/>
    <w:rsid w:val="00E470D7"/>
    <w:rsid w:val="00E47797"/>
    <w:rsid w:val="00E47AD2"/>
    <w:rsid w:val="00E503C7"/>
    <w:rsid w:val="00E522F5"/>
    <w:rsid w:val="00E535B0"/>
    <w:rsid w:val="00E540C2"/>
    <w:rsid w:val="00E559C0"/>
    <w:rsid w:val="00E566AF"/>
    <w:rsid w:val="00E5682B"/>
    <w:rsid w:val="00E57899"/>
    <w:rsid w:val="00E60304"/>
    <w:rsid w:val="00E61001"/>
    <w:rsid w:val="00E61084"/>
    <w:rsid w:val="00E617A5"/>
    <w:rsid w:val="00E61D6C"/>
    <w:rsid w:val="00E6313A"/>
    <w:rsid w:val="00E63658"/>
    <w:rsid w:val="00E638F9"/>
    <w:rsid w:val="00E648E5"/>
    <w:rsid w:val="00E6565C"/>
    <w:rsid w:val="00E657E4"/>
    <w:rsid w:val="00E65BB6"/>
    <w:rsid w:val="00E65DFB"/>
    <w:rsid w:val="00E718F4"/>
    <w:rsid w:val="00E71BB1"/>
    <w:rsid w:val="00E71C5D"/>
    <w:rsid w:val="00E71E71"/>
    <w:rsid w:val="00E72400"/>
    <w:rsid w:val="00E72822"/>
    <w:rsid w:val="00E72B61"/>
    <w:rsid w:val="00E73ABF"/>
    <w:rsid w:val="00E73C01"/>
    <w:rsid w:val="00E74EAA"/>
    <w:rsid w:val="00E774DD"/>
    <w:rsid w:val="00E815AB"/>
    <w:rsid w:val="00E81ADD"/>
    <w:rsid w:val="00E83257"/>
    <w:rsid w:val="00E8492F"/>
    <w:rsid w:val="00E84BC0"/>
    <w:rsid w:val="00E85910"/>
    <w:rsid w:val="00E870E0"/>
    <w:rsid w:val="00E874F2"/>
    <w:rsid w:val="00E87E9D"/>
    <w:rsid w:val="00E90836"/>
    <w:rsid w:val="00E91006"/>
    <w:rsid w:val="00E91245"/>
    <w:rsid w:val="00E9227D"/>
    <w:rsid w:val="00E933B4"/>
    <w:rsid w:val="00E93ECB"/>
    <w:rsid w:val="00E94534"/>
    <w:rsid w:val="00E94A15"/>
    <w:rsid w:val="00E94A6D"/>
    <w:rsid w:val="00E9578B"/>
    <w:rsid w:val="00E967EA"/>
    <w:rsid w:val="00E96FA0"/>
    <w:rsid w:val="00E977A5"/>
    <w:rsid w:val="00EA0410"/>
    <w:rsid w:val="00EA0FB6"/>
    <w:rsid w:val="00EA23B8"/>
    <w:rsid w:val="00EA5C30"/>
    <w:rsid w:val="00EB01EA"/>
    <w:rsid w:val="00EB0644"/>
    <w:rsid w:val="00EB0BD6"/>
    <w:rsid w:val="00EB1235"/>
    <w:rsid w:val="00EB1603"/>
    <w:rsid w:val="00EB20A9"/>
    <w:rsid w:val="00EB22F6"/>
    <w:rsid w:val="00EB2378"/>
    <w:rsid w:val="00EB3816"/>
    <w:rsid w:val="00EB5484"/>
    <w:rsid w:val="00EB6450"/>
    <w:rsid w:val="00EB6A9A"/>
    <w:rsid w:val="00EB78EC"/>
    <w:rsid w:val="00EB7954"/>
    <w:rsid w:val="00EC05AD"/>
    <w:rsid w:val="00EC0667"/>
    <w:rsid w:val="00EC0D2B"/>
    <w:rsid w:val="00EC1DF8"/>
    <w:rsid w:val="00EC2DEC"/>
    <w:rsid w:val="00EC3149"/>
    <w:rsid w:val="00EC3C53"/>
    <w:rsid w:val="00EC455E"/>
    <w:rsid w:val="00EC503E"/>
    <w:rsid w:val="00EC5B5E"/>
    <w:rsid w:val="00EC5CD2"/>
    <w:rsid w:val="00EC6223"/>
    <w:rsid w:val="00EC775F"/>
    <w:rsid w:val="00EC7AB9"/>
    <w:rsid w:val="00ED01BC"/>
    <w:rsid w:val="00ED0E82"/>
    <w:rsid w:val="00ED164F"/>
    <w:rsid w:val="00ED2286"/>
    <w:rsid w:val="00ED292B"/>
    <w:rsid w:val="00ED2978"/>
    <w:rsid w:val="00ED341B"/>
    <w:rsid w:val="00ED415B"/>
    <w:rsid w:val="00ED481E"/>
    <w:rsid w:val="00ED5D12"/>
    <w:rsid w:val="00ED61C2"/>
    <w:rsid w:val="00ED6ACC"/>
    <w:rsid w:val="00EE0459"/>
    <w:rsid w:val="00EE05FA"/>
    <w:rsid w:val="00EE0BD4"/>
    <w:rsid w:val="00EE1CF4"/>
    <w:rsid w:val="00EE2C9E"/>
    <w:rsid w:val="00EE35DA"/>
    <w:rsid w:val="00EE687A"/>
    <w:rsid w:val="00EE6B23"/>
    <w:rsid w:val="00EE710D"/>
    <w:rsid w:val="00EE7F8A"/>
    <w:rsid w:val="00EF1B5C"/>
    <w:rsid w:val="00EF2ED4"/>
    <w:rsid w:val="00EF3BFF"/>
    <w:rsid w:val="00EF4311"/>
    <w:rsid w:val="00EF513C"/>
    <w:rsid w:val="00EF6189"/>
    <w:rsid w:val="00EF73C4"/>
    <w:rsid w:val="00EF7582"/>
    <w:rsid w:val="00EF75C5"/>
    <w:rsid w:val="00EF7C72"/>
    <w:rsid w:val="00F00160"/>
    <w:rsid w:val="00F0030D"/>
    <w:rsid w:val="00F00C57"/>
    <w:rsid w:val="00F01802"/>
    <w:rsid w:val="00F01AFB"/>
    <w:rsid w:val="00F01DDF"/>
    <w:rsid w:val="00F02538"/>
    <w:rsid w:val="00F0330F"/>
    <w:rsid w:val="00F034B7"/>
    <w:rsid w:val="00F03A50"/>
    <w:rsid w:val="00F04FB0"/>
    <w:rsid w:val="00F05856"/>
    <w:rsid w:val="00F05918"/>
    <w:rsid w:val="00F05A00"/>
    <w:rsid w:val="00F06C10"/>
    <w:rsid w:val="00F07093"/>
    <w:rsid w:val="00F0769B"/>
    <w:rsid w:val="00F078E6"/>
    <w:rsid w:val="00F113B6"/>
    <w:rsid w:val="00F122BE"/>
    <w:rsid w:val="00F14626"/>
    <w:rsid w:val="00F14AFD"/>
    <w:rsid w:val="00F15113"/>
    <w:rsid w:val="00F157B5"/>
    <w:rsid w:val="00F1600A"/>
    <w:rsid w:val="00F164D0"/>
    <w:rsid w:val="00F16A6E"/>
    <w:rsid w:val="00F17E63"/>
    <w:rsid w:val="00F23A39"/>
    <w:rsid w:val="00F25593"/>
    <w:rsid w:val="00F25AB2"/>
    <w:rsid w:val="00F25CBE"/>
    <w:rsid w:val="00F25D93"/>
    <w:rsid w:val="00F260DF"/>
    <w:rsid w:val="00F2640B"/>
    <w:rsid w:val="00F27031"/>
    <w:rsid w:val="00F2779F"/>
    <w:rsid w:val="00F30988"/>
    <w:rsid w:val="00F31302"/>
    <w:rsid w:val="00F31C12"/>
    <w:rsid w:val="00F31DAB"/>
    <w:rsid w:val="00F33AD6"/>
    <w:rsid w:val="00F33B65"/>
    <w:rsid w:val="00F3443A"/>
    <w:rsid w:val="00F35114"/>
    <w:rsid w:val="00F3677D"/>
    <w:rsid w:val="00F3753C"/>
    <w:rsid w:val="00F40F0B"/>
    <w:rsid w:val="00F412B1"/>
    <w:rsid w:val="00F42CA6"/>
    <w:rsid w:val="00F435A7"/>
    <w:rsid w:val="00F435EF"/>
    <w:rsid w:val="00F43BED"/>
    <w:rsid w:val="00F44B6B"/>
    <w:rsid w:val="00F45388"/>
    <w:rsid w:val="00F4563A"/>
    <w:rsid w:val="00F46849"/>
    <w:rsid w:val="00F47E36"/>
    <w:rsid w:val="00F5017A"/>
    <w:rsid w:val="00F5137C"/>
    <w:rsid w:val="00F51560"/>
    <w:rsid w:val="00F51968"/>
    <w:rsid w:val="00F52A21"/>
    <w:rsid w:val="00F52A78"/>
    <w:rsid w:val="00F53CB6"/>
    <w:rsid w:val="00F5432F"/>
    <w:rsid w:val="00F54D01"/>
    <w:rsid w:val="00F54D81"/>
    <w:rsid w:val="00F54F14"/>
    <w:rsid w:val="00F5571D"/>
    <w:rsid w:val="00F55A1D"/>
    <w:rsid w:val="00F56711"/>
    <w:rsid w:val="00F56836"/>
    <w:rsid w:val="00F56CB7"/>
    <w:rsid w:val="00F56E17"/>
    <w:rsid w:val="00F56F79"/>
    <w:rsid w:val="00F57F57"/>
    <w:rsid w:val="00F60179"/>
    <w:rsid w:val="00F60487"/>
    <w:rsid w:val="00F610BF"/>
    <w:rsid w:val="00F611FC"/>
    <w:rsid w:val="00F61A37"/>
    <w:rsid w:val="00F61A9B"/>
    <w:rsid w:val="00F64291"/>
    <w:rsid w:val="00F64A0A"/>
    <w:rsid w:val="00F668A4"/>
    <w:rsid w:val="00F66E31"/>
    <w:rsid w:val="00F70534"/>
    <w:rsid w:val="00F70858"/>
    <w:rsid w:val="00F708AB"/>
    <w:rsid w:val="00F70ED8"/>
    <w:rsid w:val="00F71816"/>
    <w:rsid w:val="00F71F23"/>
    <w:rsid w:val="00F726A1"/>
    <w:rsid w:val="00F72FB8"/>
    <w:rsid w:val="00F730FC"/>
    <w:rsid w:val="00F73E0F"/>
    <w:rsid w:val="00F758EA"/>
    <w:rsid w:val="00F75A57"/>
    <w:rsid w:val="00F768B3"/>
    <w:rsid w:val="00F772E6"/>
    <w:rsid w:val="00F77503"/>
    <w:rsid w:val="00F77F22"/>
    <w:rsid w:val="00F8054C"/>
    <w:rsid w:val="00F80EAA"/>
    <w:rsid w:val="00F813B6"/>
    <w:rsid w:val="00F8198F"/>
    <w:rsid w:val="00F81C34"/>
    <w:rsid w:val="00F8212D"/>
    <w:rsid w:val="00F82948"/>
    <w:rsid w:val="00F82B1B"/>
    <w:rsid w:val="00F83341"/>
    <w:rsid w:val="00F83F32"/>
    <w:rsid w:val="00F84F98"/>
    <w:rsid w:val="00F859CC"/>
    <w:rsid w:val="00F85AA1"/>
    <w:rsid w:val="00F85C95"/>
    <w:rsid w:val="00F85ED4"/>
    <w:rsid w:val="00F85EFA"/>
    <w:rsid w:val="00F8634B"/>
    <w:rsid w:val="00F868CD"/>
    <w:rsid w:val="00F86915"/>
    <w:rsid w:val="00F87F11"/>
    <w:rsid w:val="00F905E8"/>
    <w:rsid w:val="00F908E6"/>
    <w:rsid w:val="00F90A26"/>
    <w:rsid w:val="00F90FB3"/>
    <w:rsid w:val="00F915AB"/>
    <w:rsid w:val="00F92591"/>
    <w:rsid w:val="00F92AE3"/>
    <w:rsid w:val="00F92F5F"/>
    <w:rsid w:val="00F9316A"/>
    <w:rsid w:val="00F949D7"/>
    <w:rsid w:val="00F94D75"/>
    <w:rsid w:val="00F95848"/>
    <w:rsid w:val="00F95B41"/>
    <w:rsid w:val="00FA15E2"/>
    <w:rsid w:val="00FA2BB2"/>
    <w:rsid w:val="00FA2F5D"/>
    <w:rsid w:val="00FA3C24"/>
    <w:rsid w:val="00FA633F"/>
    <w:rsid w:val="00FA6EA6"/>
    <w:rsid w:val="00FA73B3"/>
    <w:rsid w:val="00FB3B81"/>
    <w:rsid w:val="00FB4536"/>
    <w:rsid w:val="00FB5019"/>
    <w:rsid w:val="00FB50DC"/>
    <w:rsid w:val="00FB538D"/>
    <w:rsid w:val="00FB5A54"/>
    <w:rsid w:val="00FB603B"/>
    <w:rsid w:val="00FB747C"/>
    <w:rsid w:val="00FC0ACD"/>
    <w:rsid w:val="00FC12CC"/>
    <w:rsid w:val="00FC1342"/>
    <w:rsid w:val="00FC170B"/>
    <w:rsid w:val="00FC1ADA"/>
    <w:rsid w:val="00FC385B"/>
    <w:rsid w:val="00FC3CB7"/>
    <w:rsid w:val="00FC4344"/>
    <w:rsid w:val="00FC4F5B"/>
    <w:rsid w:val="00FC5494"/>
    <w:rsid w:val="00FC56E6"/>
    <w:rsid w:val="00FC5BAC"/>
    <w:rsid w:val="00FC705A"/>
    <w:rsid w:val="00FC72DE"/>
    <w:rsid w:val="00FC73A4"/>
    <w:rsid w:val="00FC73B0"/>
    <w:rsid w:val="00FD0261"/>
    <w:rsid w:val="00FD067C"/>
    <w:rsid w:val="00FD0BC0"/>
    <w:rsid w:val="00FD1527"/>
    <w:rsid w:val="00FD1937"/>
    <w:rsid w:val="00FD2852"/>
    <w:rsid w:val="00FD2A9D"/>
    <w:rsid w:val="00FD2AB5"/>
    <w:rsid w:val="00FD487D"/>
    <w:rsid w:val="00FD5307"/>
    <w:rsid w:val="00FD670E"/>
    <w:rsid w:val="00FD6A96"/>
    <w:rsid w:val="00FD6AB6"/>
    <w:rsid w:val="00FD6B46"/>
    <w:rsid w:val="00FD74AF"/>
    <w:rsid w:val="00FD7FB8"/>
    <w:rsid w:val="00FE0DB0"/>
    <w:rsid w:val="00FE1287"/>
    <w:rsid w:val="00FE1AC4"/>
    <w:rsid w:val="00FE22A8"/>
    <w:rsid w:val="00FE231B"/>
    <w:rsid w:val="00FE3964"/>
    <w:rsid w:val="00FE4253"/>
    <w:rsid w:val="00FE5063"/>
    <w:rsid w:val="00FE7468"/>
    <w:rsid w:val="00FE786C"/>
    <w:rsid w:val="00FE7885"/>
    <w:rsid w:val="00FF0DEF"/>
    <w:rsid w:val="00FF10FA"/>
    <w:rsid w:val="00FF12F2"/>
    <w:rsid w:val="00FF1CA3"/>
    <w:rsid w:val="00FF4215"/>
    <w:rsid w:val="00FF422E"/>
    <w:rsid w:val="00FF454D"/>
    <w:rsid w:val="00FF484D"/>
    <w:rsid w:val="00FF5B80"/>
    <w:rsid w:val="00FF6545"/>
    <w:rsid w:val="00FF681E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60E2B"/>
  <w15:chartTrackingRefBased/>
  <w15:docId w15:val="{F62D769F-5ED7-47F2-80D9-473FB9FF3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A0A25"/>
    <w:rPr>
      <w:sz w:val="22"/>
    </w:rPr>
  </w:style>
  <w:style w:type="paragraph" w:styleId="Nadpis1">
    <w:name w:val="heading 1"/>
    <w:basedOn w:val="Normln"/>
    <w:next w:val="Normln"/>
    <w:link w:val="Nadpis1Char"/>
    <w:autoRedefine/>
    <w:qFormat/>
    <w:rsid w:val="003F3376"/>
    <w:pPr>
      <w:keepNext/>
      <w:numPr>
        <w:numId w:val="5"/>
      </w:numPr>
      <w:spacing w:before="60" w:after="60"/>
      <w:jc w:val="both"/>
      <w:outlineLvl w:val="0"/>
    </w:pPr>
    <w:rPr>
      <w:b/>
      <w:snapToGrid w:val="0"/>
      <w:sz w:val="24"/>
      <w:u w:val="single"/>
    </w:rPr>
  </w:style>
  <w:style w:type="paragraph" w:styleId="Nadpis2">
    <w:name w:val="heading 2"/>
    <w:basedOn w:val="Normln"/>
    <w:next w:val="Normln"/>
    <w:autoRedefine/>
    <w:qFormat/>
    <w:rsid w:val="001657ED"/>
    <w:pPr>
      <w:keepNext/>
      <w:numPr>
        <w:numId w:val="40"/>
      </w:numPr>
      <w:spacing w:before="80" w:after="80"/>
      <w:ind w:right="45"/>
      <w:outlineLvl w:val="1"/>
    </w:pPr>
    <w:rPr>
      <w:rFonts w:asciiTheme="minorHAnsi" w:hAnsiTheme="minorHAnsi"/>
      <w:b/>
      <w:color w:val="0070C0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ind w:right="-766"/>
      <w:outlineLvl w:val="2"/>
    </w:pPr>
    <w:rPr>
      <w:rFonts w:ascii="Arial" w:hAnsi="Arial"/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spacing w:before="120"/>
      <w:ind w:right="-765"/>
      <w:outlineLvl w:val="3"/>
    </w:pPr>
    <w:rPr>
      <w:rFonts w:ascii="Arial" w:hAnsi="Arial"/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5"/>
      </w:numPr>
      <w:ind w:right="-766"/>
      <w:jc w:val="center"/>
      <w:outlineLvl w:val="4"/>
    </w:pPr>
    <w:rPr>
      <w:rFonts w:ascii="Arial" w:hAnsi="Arial"/>
      <w:b/>
      <w:caps/>
      <w:sz w:val="26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5"/>
      </w:numPr>
      <w:jc w:val="both"/>
      <w:outlineLvl w:val="5"/>
    </w:pPr>
    <w:rPr>
      <w:rFonts w:ascii="Arial" w:hAnsi="Arial"/>
      <w:sz w:val="24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5"/>
      </w:numPr>
      <w:outlineLvl w:val="6"/>
    </w:pPr>
    <w:rPr>
      <w:rFonts w:ascii="Arial" w:hAnsi="Arial"/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5"/>
      </w:numPr>
      <w:outlineLvl w:val="7"/>
    </w:pPr>
    <w:rPr>
      <w:rFonts w:ascii="Arial" w:hAnsi="Arial"/>
      <w:sz w:val="24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5"/>
      </w:numPr>
      <w:outlineLvl w:val="8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pPr>
      <w:spacing w:line="360" w:lineRule="auto"/>
      <w:ind w:right="-766" w:firstLine="426"/>
      <w:jc w:val="both"/>
    </w:pPr>
    <w:rPr>
      <w:rFonts w:ascii="Arial" w:hAnsi="Arial"/>
      <w:snapToGrid w:val="0"/>
    </w:rPr>
  </w:style>
  <w:style w:type="paragraph" w:styleId="Zkladntext">
    <w:name w:val="Body Text"/>
    <w:basedOn w:val="Normln"/>
    <w:pPr>
      <w:spacing w:before="120" w:line="360" w:lineRule="auto"/>
      <w:ind w:right="-766"/>
    </w:pPr>
    <w:rPr>
      <w:rFonts w:ascii="Arial" w:hAnsi="Arial"/>
      <w:snapToGrid w:val="0"/>
      <w:sz w:val="24"/>
    </w:rPr>
  </w:style>
  <w:style w:type="paragraph" w:styleId="Zkladntextodsazen2">
    <w:name w:val="Body Text Indent 2"/>
    <w:basedOn w:val="Normln"/>
    <w:pPr>
      <w:spacing w:line="360" w:lineRule="auto"/>
      <w:ind w:right="-765" w:firstLine="426"/>
      <w:jc w:val="both"/>
    </w:pPr>
    <w:rPr>
      <w:rFonts w:ascii="Arial" w:hAnsi="Arial"/>
      <w:snapToGrid w:val="0"/>
    </w:rPr>
  </w:style>
  <w:style w:type="paragraph" w:styleId="Textkomente">
    <w:name w:val="annotation text"/>
    <w:basedOn w:val="Normln"/>
    <w:link w:val="TextkomenteChar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tabs>
        <w:tab w:val="left" w:pos="-2268"/>
      </w:tabs>
      <w:jc w:val="center"/>
      <w:outlineLvl w:val="0"/>
    </w:pPr>
    <w:rPr>
      <w:rFonts w:ascii="Arial" w:hAnsi="Arial"/>
      <w:b/>
      <w:caps/>
      <w:sz w:val="72"/>
    </w:rPr>
  </w:style>
  <w:style w:type="paragraph" w:styleId="Zkladntextodsazen3">
    <w:name w:val="Body Text Indent 3"/>
    <w:basedOn w:val="Normln"/>
    <w:pPr>
      <w:spacing w:line="348" w:lineRule="auto"/>
      <w:ind w:right="-766" w:firstLine="567"/>
      <w:jc w:val="both"/>
    </w:pPr>
    <w:rPr>
      <w:rFonts w:ascii="Arial" w:hAnsi="Arial"/>
    </w:rPr>
  </w:style>
  <w:style w:type="paragraph" w:customStyle="1" w:styleId="Normln1">
    <w:name w:val="Normální1"/>
    <w:basedOn w:val="Normln"/>
    <w:pPr>
      <w:widowControl w:val="0"/>
    </w:pPr>
    <w:rPr>
      <w:noProof/>
      <w:color w:val="000000"/>
    </w:rPr>
  </w:style>
  <w:style w:type="paragraph" w:styleId="Textvbloku">
    <w:name w:val="Block Text"/>
    <w:basedOn w:val="Normln"/>
    <w:pPr>
      <w:spacing w:line="348" w:lineRule="auto"/>
      <w:ind w:left="284" w:right="567" w:hanging="284"/>
    </w:pPr>
    <w:rPr>
      <w:rFonts w:ascii="Arial" w:hAnsi="Arial"/>
      <w:b/>
      <w:sz w:val="26"/>
    </w:rPr>
  </w:style>
  <w:style w:type="paragraph" w:customStyle="1" w:styleId="Zkladntext1">
    <w:name w:val="Základní text1"/>
    <w:basedOn w:val="Normln"/>
    <w:pPr>
      <w:widowControl w:val="0"/>
      <w:tabs>
        <w:tab w:val="left" w:pos="0"/>
        <w:tab w:val="left" w:pos="187"/>
        <w:tab w:val="left" w:pos="374"/>
        <w:tab w:val="left" w:pos="561"/>
        <w:tab w:val="left" w:pos="748"/>
        <w:tab w:val="left" w:pos="935"/>
        <w:tab w:val="left" w:pos="1122"/>
        <w:tab w:val="left" w:pos="1309"/>
        <w:tab w:val="left" w:pos="1496"/>
        <w:tab w:val="left" w:pos="1683"/>
        <w:tab w:val="left" w:pos="1870"/>
        <w:tab w:val="left" w:pos="2057"/>
        <w:tab w:val="left" w:pos="2244"/>
        <w:tab w:val="left" w:pos="2431"/>
        <w:tab w:val="left" w:pos="2618"/>
        <w:tab w:val="left" w:pos="2805"/>
        <w:tab w:val="left" w:pos="2992"/>
        <w:tab w:val="left" w:pos="3179"/>
        <w:tab w:val="left" w:pos="3366"/>
        <w:tab w:val="left" w:pos="3553"/>
        <w:tab w:val="left" w:pos="3740"/>
        <w:tab w:val="left" w:pos="3927"/>
        <w:tab w:val="left" w:pos="4114"/>
        <w:tab w:val="left" w:pos="4301"/>
        <w:tab w:val="left" w:pos="4488"/>
        <w:tab w:val="left" w:pos="4675"/>
        <w:tab w:val="left" w:pos="4862"/>
        <w:tab w:val="left" w:pos="5049"/>
        <w:tab w:val="left" w:pos="5236"/>
        <w:tab w:val="left" w:pos="5423"/>
        <w:tab w:val="left" w:pos="5610"/>
        <w:tab w:val="left" w:pos="5797"/>
      </w:tabs>
    </w:pPr>
    <w:rPr>
      <w:rFonts w:ascii="Arial" w:hAnsi="Arial"/>
      <w:noProof/>
    </w:rPr>
  </w:style>
  <w:style w:type="paragraph" w:styleId="Zkladntext2">
    <w:name w:val="Body Text 2"/>
    <w:basedOn w:val="Normln"/>
    <w:pPr>
      <w:spacing w:line="360" w:lineRule="auto"/>
    </w:pPr>
    <w:rPr>
      <w:snapToGrid w:val="0"/>
      <w:sz w:val="24"/>
    </w:rPr>
  </w:style>
  <w:style w:type="paragraph" w:customStyle="1" w:styleId="Zkladntextodsazen21">
    <w:name w:val="Základní text odsazený 21"/>
    <w:basedOn w:val="Normln"/>
    <w:pPr>
      <w:spacing w:before="120" w:line="360" w:lineRule="auto"/>
      <w:ind w:right="-766" w:firstLine="426"/>
      <w:jc w:val="both"/>
    </w:pPr>
    <w:rPr>
      <w:rFonts w:ascii="Arial" w:hAnsi="Arial"/>
    </w:rPr>
  </w:style>
  <w:style w:type="character" w:styleId="slostrnky">
    <w:name w:val="page number"/>
    <w:basedOn w:val="Standardnpsmoodstavce"/>
  </w:style>
  <w:style w:type="paragraph" w:styleId="Titulek">
    <w:name w:val="caption"/>
    <w:basedOn w:val="Normln"/>
    <w:next w:val="Normln"/>
    <w:qFormat/>
    <w:rPr>
      <w:rFonts w:ascii="Arial" w:hAnsi="Arial"/>
      <w:b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line="360" w:lineRule="auto"/>
      <w:ind w:right="43"/>
      <w:jc w:val="both"/>
    </w:pPr>
    <w:rPr>
      <w:rFonts w:ascii="Arial" w:hAnsi="Arial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Arial" w:hAnsi="Arial"/>
    </w:rPr>
  </w:style>
  <w:style w:type="paragraph" w:customStyle="1" w:styleId="Zkladntextodsazen1">
    <w:name w:val="Základní text odsazený1"/>
    <w:basedOn w:val="Normln"/>
    <w:pPr>
      <w:widowControl w:val="0"/>
      <w:suppressAutoHyphens/>
      <w:overflowPunct w:val="0"/>
      <w:autoSpaceDE w:val="0"/>
      <w:autoSpaceDN w:val="0"/>
      <w:adjustRightInd w:val="0"/>
      <w:ind w:firstLine="426"/>
      <w:jc w:val="both"/>
      <w:textAlignment w:val="baseline"/>
    </w:pPr>
    <w:rPr>
      <w:rFonts w:ascii="Arial" w:hAnsi="Arial"/>
      <w:noProof/>
    </w:rPr>
  </w:style>
  <w:style w:type="paragraph" w:styleId="Prosttext">
    <w:name w:val="Plain Text"/>
    <w:basedOn w:val="Normln"/>
    <w:rsid w:val="00344881"/>
    <w:rPr>
      <w:rFonts w:ascii="Courier New" w:hAnsi="Courier New" w:cs="Courier New"/>
    </w:rPr>
  </w:style>
  <w:style w:type="table" w:styleId="Mkatabulky">
    <w:name w:val="Table Grid"/>
    <w:basedOn w:val="Normlntabulka"/>
    <w:rsid w:val="002239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rsid w:val="007868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Seznamsodrkami2">
    <w:name w:val="List Bullet 2"/>
    <w:basedOn w:val="Normln"/>
    <w:autoRedefine/>
    <w:rsid w:val="000A1BBC"/>
    <w:pPr>
      <w:numPr>
        <w:numId w:val="1"/>
      </w:numPr>
      <w:tabs>
        <w:tab w:val="num" w:pos="643"/>
      </w:tabs>
      <w:ind w:left="643"/>
    </w:pPr>
    <w:rPr>
      <w:rFonts w:ascii="Arial" w:hAnsi="Arial"/>
      <w:sz w:val="24"/>
    </w:rPr>
  </w:style>
  <w:style w:type="paragraph" w:styleId="Pokraovnseznamu">
    <w:name w:val="List Continue"/>
    <w:basedOn w:val="Normln"/>
    <w:rsid w:val="000A1BBC"/>
    <w:pPr>
      <w:spacing w:after="120"/>
      <w:ind w:left="283"/>
    </w:pPr>
    <w:rPr>
      <w:rFonts w:ascii="Arial" w:hAnsi="Arial"/>
      <w:sz w:val="24"/>
    </w:rPr>
  </w:style>
  <w:style w:type="paragraph" w:customStyle="1" w:styleId="BodyTextIndent2">
    <w:name w:val="Body Text Indent 2~"/>
    <w:basedOn w:val="Normln"/>
    <w:rsid w:val="00A81319"/>
    <w:pPr>
      <w:widowControl w:val="0"/>
      <w:tabs>
        <w:tab w:val="left" w:pos="0"/>
        <w:tab w:val="left" w:pos="113"/>
        <w:tab w:val="left" w:pos="226"/>
        <w:tab w:val="left" w:pos="339"/>
        <w:tab w:val="left" w:pos="452"/>
        <w:tab w:val="left" w:pos="565"/>
        <w:tab w:val="left" w:pos="678"/>
        <w:tab w:val="left" w:pos="791"/>
        <w:tab w:val="left" w:pos="904"/>
        <w:tab w:val="left" w:pos="1017"/>
        <w:tab w:val="left" w:pos="1130"/>
        <w:tab w:val="left" w:pos="1243"/>
        <w:tab w:val="left" w:pos="1356"/>
        <w:tab w:val="left" w:pos="1469"/>
        <w:tab w:val="left" w:pos="1582"/>
        <w:tab w:val="left" w:pos="1695"/>
        <w:tab w:val="left" w:pos="1808"/>
        <w:tab w:val="left" w:pos="1921"/>
        <w:tab w:val="left" w:pos="2034"/>
        <w:tab w:val="left" w:pos="2147"/>
        <w:tab w:val="left" w:pos="2260"/>
        <w:tab w:val="left" w:pos="2373"/>
        <w:tab w:val="left" w:pos="2486"/>
        <w:tab w:val="left" w:pos="2599"/>
        <w:tab w:val="left" w:pos="2712"/>
        <w:tab w:val="left" w:pos="2825"/>
        <w:tab w:val="left" w:pos="2938"/>
        <w:tab w:val="left" w:pos="3051"/>
        <w:tab w:val="left" w:pos="3164"/>
        <w:tab w:val="left" w:pos="3277"/>
        <w:tab w:val="left" w:pos="3390"/>
        <w:tab w:val="left" w:pos="3503"/>
      </w:tabs>
      <w:spacing w:before="120"/>
      <w:ind w:firstLine="426"/>
      <w:jc w:val="both"/>
    </w:pPr>
    <w:rPr>
      <w:rFonts w:ascii="Arial" w:hAnsi="Arial"/>
      <w:noProof/>
    </w:rPr>
  </w:style>
  <w:style w:type="character" w:styleId="Odkaznakoment">
    <w:name w:val="annotation reference"/>
    <w:rsid w:val="00487CF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487CFC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487CFC"/>
  </w:style>
  <w:style w:type="character" w:customStyle="1" w:styleId="PedmtkomenteChar">
    <w:name w:val="Předmět komentáře Char"/>
    <w:link w:val="Pedmtkomente"/>
    <w:rsid w:val="00487CFC"/>
    <w:rPr>
      <w:b/>
      <w:bCs/>
    </w:rPr>
  </w:style>
  <w:style w:type="paragraph" w:styleId="Revize">
    <w:name w:val="Revision"/>
    <w:hidden/>
    <w:uiPriority w:val="99"/>
    <w:semiHidden/>
    <w:rsid w:val="00487CFC"/>
    <w:rPr>
      <w:sz w:val="22"/>
    </w:rPr>
  </w:style>
  <w:style w:type="paragraph" w:styleId="Textbubliny">
    <w:name w:val="Balloon Text"/>
    <w:basedOn w:val="Normln"/>
    <w:link w:val="TextbublinyChar"/>
    <w:rsid w:val="00487C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87CFC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link w:val="Zkladntextodsazen"/>
    <w:rsid w:val="00487CFC"/>
    <w:rPr>
      <w:rFonts w:ascii="Arial" w:hAnsi="Arial"/>
      <w:snapToGrid w:val="0"/>
      <w:sz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1C5B70"/>
    <w:pPr>
      <w:keepLines/>
      <w:spacing w:before="240" w:line="259" w:lineRule="auto"/>
      <w:outlineLvl w:val="9"/>
    </w:pPr>
    <w:rPr>
      <w:rFonts w:ascii="Calibri Light" w:hAnsi="Calibri Light"/>
      <w:b w:val="0"/>
      <w:snapToGrid/>
      <w:color w:val="2E74B5"/>
      <w:sz w:val="32"/>
      <w:szCs w:val="32"/>
      <w:u w:val="none"/>
    </w:rPr>
  </w:style>
  <w:style w:type="paragraph" w:styleId="Obsah1">
    <w:name w:val="toc 1"/>
    <w:basedOn w:val="Normln"/>
    <w:next w:val="Normln"/>
    <w:autoRedefine/>
    <w:uiPriority w:val="39"/>
    <w:rsid w:val="001C5B70"/>
  </w:style>
  <w:style w:type="paragraph" w:styleId="Obsah2">
    <w:name w:val="toc 2"/>
    <w:basedOn w:val="Normln"/>
    <w:next w:val="Normln"/>
    <w:autoRedefine/>
    <w:uiPriority w:val="39"/>
    <w:rsid w:val="001C5B70"/>
    <w:pPr>
      <w:ind w:left="220"/>
    </w:pPr>
  </w:style>
  <w:style w:type="character" w:styleId="Hypertextovodkaz">
    <w:name w:val="Hyperlink"/>
    <w:uiPriority w:val="99"/>
    <w:unhideWhenUsed/>
    <w:rsid w:val="001C5B70"/>
    <w:rPr>
      <w:color w:val="0563C1"/>
      <w:u w:val="single"/>
    </w:rPr>
  </w:style>
  <w:style w:type="character" w:styleId="Siln">
    <w:name w:val="Strong"/>
    <w:qFormat/>
    <w:rsid w:val="00474D7B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13278B"/>
    <w:pPr>
      <w:numPr>
        <w:numId w:val="6"/>
      </w:numPr>
      <w:jc w:val="both"/>
    </w:pPr>
    <w:rPr>
      <w:iCs/>
      <w:color w:val="000000"/>
      <w:szCs w:val="24"/>
      <w:lang w:eastAsia="ar-SA"/>
    </w:rPr>
  </w:style>
  <w:style w:type="character" w:customStyle="1" w:styleId="CittChar">
    <w:name w:val="Citát Char"/>
    <w:link w:val="Citt"/>
    <w:uiPriority w:val="29"/>
    <w:rsid w:val="0013278B"/>
    <w:rPr>
      <w:iCs/>
      <w:color w:val="000000"/>
      <w:sz w:val="22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B72D7D"/>
    <w:pPr>
      <w:spacing w:after="160" w:line="259" w:lineRule="auto"/>
      <w:ind w:left="720"/>
      <w:contextualSpacing/>
    </w:pPr>
    <w:rPr>
      <w:szCs w:val="22"/>
    </w:rPr>
  </w:style>
  <w:style w:type="character" w:customStyle="1" w:styleId="ZpatChar">
    <w:name w:val="Zápatí Char"/>
    <w:link w:val="Zpat"/>
    <w:uiPriority w:val="99"/>
    <w:rsid w:val="00D468A2"/>
    <w:rPr>
      <w:sz w:val="22"/>
    </w:rPr>
  </w:style>
  <w:style w:type="table" w:customStyle="1" w:styleId="Mkatabulky1">
    <w:name w:val="Mřížka tabulky1"/>
    <w:basedOn w:val="Normlntabulka"/>
    <w:next w:val="Mkatabulky"/>
    <w:rsid w:val="009A629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F80EAA"/>
    <w:rPr>
      <w:color w:val="666666"/>
    </w:rPr>
  </w:style>
  <w:style w:type="table" w:customStyle="1" w:styleId="Mkatabulky2">
    <w:name w:val="Mřížka tabulky2"/>
    <w:basedOn w:val="Normlntabulka"/>
    <w:next w:val="Mkatabulky"/>
    <w:rsid w:val="00C47A0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3F3376"/>
    <w:rPr>
      <w:b/>
      <w:snapToGrid w:val="0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6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6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1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44B10-A06D-4D77-B689-33A2E1FB9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Links>
    <vt:vector size="174" baseType="variant"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_Toc38294714</vt:lpwstr>
      </vt:variant>
      <vt:variant>
        <vt:i4>1179700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_Toc38294713</vt:lpwstr>
      </vt:variant>
      <vt:variant>
        <vt:i4>1245236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_Toc38294712</vt:lpwstr>
      </vt:variant>
      <vt:variant>
        <vt:i4>1048628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_Toc38294711</vt:lpwstr>
      </vt:variant>
      <vt:variant>
        <vt:i4>1114164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_Toc38294710</vt:lpwstr>
      </vt:variant>
      <vt:variant>
        <vt:i4>1572917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_Toc38294709</vt:lpwstr>
      </vt:variant>
      <vt:variant>
        <vt:i4>1638453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_Toc38294708</vt:lpwstr>
      </vt:variant>
      <vt:variant>
        <vt:i4>1441845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_Toc38294707</vt:lpwstr>
      </vt:variant>
      <vt:variant>
        <vt:i4>1507381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_Toc38294706</vt:lpwstr>
      </vt:variant>
      <vt:variant>
        <vt:i4>1310773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_Toc38294705</vt:lpwstr>
      </vt:variant>
      <vt:variant>
        <vt:i4>1376309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_Toc38294704</vt:lpwstr>
      </vt:variant>
      <vt:variant>
        <vt:i4>1179701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_Toc38294703</vt:lpwstr>
      </vt:variant>
      <vt:variant>
        <vt:i4>1245237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_Toc38294702</vt:lpwstr>
      </vt:variant>
      <vt:variant>
        <vt:i4>1048629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_Toc38294701</vt:lpwstr>
      </vt:variant>
      <vt:variant>
        <vt:i4>1114165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_Toc38294700</vt:lpwstr>
      </vt:variant>
      <vt:variant>
        <vt:i4>1638460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_Toc38294699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_Toc38294698</vt:lpwstr>
      </vt:variant>
      <vt:variant>
        <vt:i4>1507388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_Toc38294697</vt:lpwstr>
      </vt:variant>
      <vt:variant>
        <vt:i4>1441852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_Toc38294696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_Toc38294695</vt:lpwstr>
      </vt:variant>
      <vt:variant>
        <vt:i4>1310780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_Toc38294694</vt:lpwstr>
      </vt:variant>
      <vt:variant>
        <vt:i4>1245244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_Toc38294693</vt:lpwstr>
      </vt:variant>
      <vt:variant>
        <vt:i4>1179708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_Toc38294692</vt:lpwstr>
      </vt:variant>
      <vt:variant>
        <vt:i4>1114172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_Toc38294691</vt:lpwstr>
      </vt:variant>
      <vt:variant>
        <vt:i4>1048636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_Toc38294690</vt:lpwstr>
      </vt:variant>
      <vt:variant>
        <vt:i4>1638461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_Toc38294689</vt:lpwstr>
      </vt:variant>
      <vt:variant>
        <vt:i4>1572925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_Toc38294688</vt:lpwstr>
      </vt:variant>
      <vt:variant>
        <vt:i4>1507389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_Toc38294687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_Toc38294686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Pokojová</dc:creator>
  <cp:keywords/>
  <cp:lastModifiedBy>Dana Pokojová</cp:lastModifiedBy>
  <cp:revision>3</cp:revision>
  <cp:lastPrinted>2024-03-07T09:42:00Z</cp:lastPrinted>
  <dcterms:created xsi:type="dcterms:W3CDTF">2024-10-08T08:20:00Z</dcterms:created>
  <dcterms:modified xsi:type="dcterms:W3CDTF">2024-10-08T08:21:00Z</dcterms:modified>
</cp:coreProperties>
</file>